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EDAB2" w14:textId="1258301E" w:rsidR="002B1004" w:rsidRDefault="000A0864" w:rsidP="00A95F4E">
      <w:pPr>
        <w:rPr>
          <w:rFonts w:ascii="FrutigerLTStd-Light" w:hAnsi="FrutigerLTStd-Light" w:cs="FrutigerLTStd-Light"/>
          <w:sz w:val="20"/>
          <w:szCs w:val="20"/>
        </w:rPr>
      </w:pPr>
      <w:r>
        <w:rPr>
          <w:rFonts w:ascii="FrutigerLTStd-Light" w:hAnsi="FrutigerLTStd-Light" w:cs="FrutigerLTStd-Light"/>
          <w:sz w:val="20"/>
          <w:szCs w:val="20"/>
        </w:rPr>
        <w:t xml:space="preserve"> </w:t>
      </w:r>
    </w:p>
    <w:p w14:paraId="65F6D8DB" w14:textId="77777777" w:rsidR="00713BA1" w:rsidRPr="0091473E" w:rsidRDefault="00713BA1" w:rsidP="00713BA1">
      <w:pPr>
        <w:pStyle w:val="Ttulo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        </w:t>
      </w:r>
    </w:p>
    <w:p w14:paraId="49EA4617" w14:textId="77777777" w:rsidR="00713BA1" w:rsidRPr="00AC4266" w:rsidRDefault="00713BA1" w:rsidP="00713BA1">
      <w:pPr>
        <w:pStyle w:val="Ttulo2"/>
        <w:rPr>
          <w:rFonts w:ascii="Verdana" w:hAnsi="Verdana"/>
          <w:szCs w:val="24"/>
        </w:rPr>
      </w:pPr>
      <w:r w:rsidRPr="00AC4266">
        <w:rPr>
          <w:rFonts w:ascii="Verdana" w:hAnsi="Verdana"/>
          <w:szCs w:val="24"/>
        </w:rPr>
        <w:t>INFORME EVALU</w:t>
      </w:r>
      <w:r>
        <w:rPr>
          <w:rFonts w:ascii="Verdana" w:hAnsi="Verdana"/>
          <w:szCs w:val="24"/>
        </w:rPr>
        <w:t>ACIÓ</w:t>
      </w:r>
      <w:r w:rsidRPr="00AC4266">
        <w:rPr>
          <w:rFonts w:ascii="Verdana" w:hAnsi="Verdana"/>
          <w:szCs w:val="24"/>
        </w:rPr>
        <w:t>N</w:t>
      </w:r>
    </w:p>
    <w:p w14:paraId="3B8FB5D9" w14:textId="77777777" w:rsidR="00713BA1" w:rsidRPr="00AC4266" w:rsidRDefault="00713BA1" w:rsidP="00713BA1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PRÁ</w:t>
      </w:r>
      <w:r w:rsidRPr="00AC4266">
        <w:rPr>
          <w:rFonts w:ascii="Verdana" w:hAnsi="Verdana"/>
          <w:b/>
          <w:sz w:val="24"/>
          <w:szCs w:val="24"/>
        </w:rPr>
        <w:t>CTICA PROFESIONAL</w:t>
      </w:r>
    </w:p>
    <w:p w14:paraId="13402957" w14:textId="37E91DC0" w:rsidR="00713BA1" w:rsidRPr="00AC4266" w:rsidRDefault="00713BA1" w:rsidP="00713BA1">
      <w:pPr>
        <w:jc w:val="center"/>
      </w:pPr>
      <w:r w:rsidRPr="00AC4266">
        <w:rPr>
          <w:rFonts w:ascii="Verdana" w:hAnsi="Verdana"/>
          <w:b/>
          <w:sz w:val="24"/>
          <w:szCs w:val="24"/>
        </w:rPr>
        <w:t>BIOQU</w:t>
      </w:r>
      <w:r w:rsidR="000A0864">
        <w:rPr>
          <w:rFonts w:ascii="Verdana" w:hAnsi="Verdana"/>
          <w:b/>
          <w:sz w:val="24"/>
          <w:szCs w:val="24"/>
        </w:rPr>
        <w:t>Í</w:t>
      </w:r>
      <w:r w:rsidRPr="00AC4266">
        <w:rPr>
          <w:rFonts w:ascii="Verdana" w:hAnsi="Verdana"/>
          <w:b/>
          <w:sz w:val="24"/>
          <w:szCs w:val="24"/>
        </w:rPr>
        <w:t>M</w:t>
      </w:r>
      <w:r w:rsidR="000A0864">
        <w:rPr>
          <w:rFonts w:ascii="Verdana" w:hAnsi="Verdana"/>
          <w:b/>
          <w:sz w:val="24"/>
          <w:szCs w:val="24"/>
        </w:rPr>
        <w:t>I</w:t>
      </w:r>
      <w:r w:rsidRPr="00AC4266">
        <w:rPr>
          <w:rFonts w:ascii="Verdana" w:hAnsi="Verdana"/>
          <w:b/>
          <w:sz w:val="24"/>
          <w:szCs w:val="24"/>
        </w:rPr>
        <w:t>CA</w:t>
      </w:r>
      <w:r>
        <w:t xml:space="preserve"> </w:t>
      </w:r>
    </w:p>
    <w:p w14:paraId="1F7EAA7A" w14:textId="77777777" w:rsidR="00713BA1" w:rsidRPr="007C5D68" w:rsidRDefault="00713BA1" w:rsidP="00713BA1"/>
    <w:p w14:paraId="595EC2D1" w14:textId="77777777" w:rsidR="00713BA1" w:rsidRPr="0091473E" w:rsidRDefault="00713BA1" w:rsidP="00713B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9"/>
        <w:gridCol w:w="5529"/>
      </w:tblGrid>
      <w:tr w:rsidR="00713BA1" w:rsidRPr="00E96E83" w14:paraId="30A2B3F8" w14:textId="77777777" w:rsidTr="006C7DAF">
        <w:trPr>
          <w:trHeight w:val="100"/>
        </w:trPr>
        <w:tc>
          <w:tcPr>
            <w:tcW w:w="3510" w:type="dxa"/>
            <w:shd w:val="clear" w:color="auto" w:fill="D9D9D9"/>
          </w:tcPr>
          <w:p w14:paraId="2364A41E" w14:textId="77777777" w:rsidR="00713BA1" w:rsidRPr="00E96E83" w:rsidRDefault="00713BA1" w:rsidP="006C7DAF">
            <w:pPr>
              <w:spacing w:line="360" w:lineRule="auto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 xml:space="preserve">NOMBRE </w:t>
            </w:r>
            <w:r>
              <w:rPr>
                <w:rFonts w:ascii="Verdana" w:hAnsi="Verdana" w:cs="Arial"/>
                <w:b/>
              </w:rPr>
              <w:t>DE LA</w:t>
            </w:r>
            <w:r w:rsidRPr="00E96E83">
              <w:rPr>
                <w:rFonts w:ascii="Verdana" w:hAnsi="Verdana" w:cs="Arial"/>
                <w:b/>
              </w:rPr>
              <w:t xml:space="preserve"> EMPRESA</w:t>
            </w:r>
          </w:p>
        </w:tc>
        <w:tc>
          <w:tcPr>
            <w:tcW w:w="6602" w:type="dxa"/>
            <w:shd w:val="clear" w:color="auto" w:fill="auto"/>
          </w:tcPr>
          <w:p w14:paraId="756B4E2B" w14:textId="77777777" w:rsidR="00713BA1" w:rsidRPr="00E96E83" w:rsidRDefault="00713BA1" w:rsidP="00713BA1">
            <w:pPr>
              <w:rPr>
                <w:rFonts w:ascii="Verdana" w:hAnsi="Verdana" w:cs="Arial"/>
                <w:b/>
              </w:rPr>
            </w:pPr>
          </w:p>
        </w:tc>
      </w:tr>
      <w:tr w:rsidR="00713BA1" w:rsidRPr="00E96E83" w14:paraId="299EC653" w14:textId="77777777" w:rsidTr="006C7DAF">
        <w:trPr>
          <w:trHeight w:val="100"/>
        </w:trPr>
        <w:tc>
          <w:tcPr>
            <w:tcW w:w="3510" w:type="dxa"/>
            <w:shd w:val="clear" w:color="auto" w:fill="D9D9D9"/>
          </w:tcPr>
          <w:p w14:paraId="6CDEFDBE" w14:textId="77777777" w:rsidR="00713BA1" w:rsidRPr="00E96E83" w:rsidRDefault="00713BA1" w:rsidP="006C7DAF">
            <w:pPr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DEPARTAMENTO</w:t>
            </w:r>
          </w:p>
        </w:tc>
        <w:tc>
          <w:tcPr>
            <w:tcW w:w="6602" w:type="dxa"/>
            <w:shd w:val="clear" w:color="auto" w:fill="auto"/>
          </w:tcPr>
          <w:p w14:paraId="7EEEC8EA" w14:textId="77777777" w:rsidR="00713BA1" w:rsidRPr="00E96E83" w:rsidRDefault="00713BA1" w:rsidP="006C7DAF">
            <w:pPr>
              <w:rPr>
                <w:rFonts w:ascii="Verdana" w:hAnsi="Verdana" w:cs="Arial"/>
                <w:b/>
                <w:sz w:val="24"/>
                <w:szCs w:val="24"/>
              </w:rPr>
            </w:pPr>
          </w:p>
        </w:tc>
      </w:tr>
      <w:tr w:rsidR="00713BA1" w:rsidRPr="00E96E83" w14:paraId="57BA17C3" w14:textId="77777777" w:rsidTr="006C7DAF">
        <w:trPr>
          <w:trHeight w:val="100"/>
        </w:trPr>
        <w:tc>
          <w:tcPr>
            <w:tcW w:w="3510" w:type="dxa"/>
            <w:shd w:val="clear" w:color="auto" w:fill="D9D9D9"/>
          </w:tcPr>
          <w:p w14:paraId="4B2B27CE" w14:textId="77777777" w:rsidR="00713BA1" w:rsidRPr="00E96E83" w:rsidRDefault="00713BA1" w:rsidP="006C7DAF">
            <w:pPr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SECCIÓN</w:t>
            </w:r>
          </w:p>
        </w:tc>
        <w:tc>
          <w:tcPr>
            <w:tcW w:w="6602" w:type="dxa"/>
            <w:shd w:val="clear" w:color="auto" w:fill="auto"/>
          </w:tcPr>
          <w:p w14:paraId="7432B0EB" w14:textId="77777777" w:rsidR="00713BA1" w:rsidRPr="00E96E83" w:rsidRDefault="00713BA1" w:rsidP="006C7DAF">
            <w:pPr>
              <w:rPr>
                <w:rFonts w:ascii="Verdana" w:hAnsi="Verdana" w:cs="Arial"/>
                <w:b/>
                <w:sz w:val="24"/>
                <w:szCs w:val="24"/>
              </w:rPr>
            </w:pPr>
          </w:p>
        </w:tc>
      </w:tr>
      <w:tr w:rsidR="00713BA1" w:rsidRPr="00E96E83" w14:paraId="32893FDA" w14:textId="77777777" w:rsidTr="006C7DAF">
        <w:trPr>
          <w:trHeight w:val="100"/>
        </w:trPr>
        <w:tc>
          <w:tcPr>
            <w:tcW w:w="3510" w:type="dxa"/>
            <w:shd w:val="clear" w:color="auto" w:fill="D9D9D9"/>
          </w:tcPr>
          <w:p w14:paraId="192E7F5D" w14:textId="77777777" w:rsidR="00713BA1" w:rsidRPr="00E96E83" w:rsidRDefault="00713BA1" w:rsidP="006C7DAF">
            <w:pPr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NOMBRE EVALUADOR</w:t>
            </w:r>
          </w:p>
        </w:tc>
        <w:tc>
          <w:tcPr>
            <w:tcW w:w="6602" w:type="dxa"/>
            <w:shd w:val="clear" w:color="auto" w:fill="auto"/>
          </w:tcPr>
          <w:p w14:paraId="45FDBEB0" w14:textId="77777777" w:rsidR="00713BA1" w:rsidRPr="00E96E83" w:rsidRDefault="00713BA1" w:rsidP="006C7DAF">
            <w:pPr>
              <w:rPr>
                <w:rFonts w:ascii="Verdana" w:hAnsi="Verdana" w:cs="Arial"/>
                <w:b/>
                <w:sz w:val="24"/>
                <w:szCs w:val="24"/>
              </w:rPr>
            </w:pPr>
          </w:p>
        </w:tc>
      </w:tr>
      <w:tr w:rsidR="00713BA1" w:rsidRPr="00E96E83" w14:paraId="260B4889" w14:textId="77777777" w:rsidTr="006C7DAF">
        <w:trPr>
          <w:trHeight w:val="100"/>
        </w:trPr>
        <w:tc>
          <w:tcPr>
            <w:tcW w:w="3510" w:type="dxa"/>
            <w:shd w:val="clear" w:color="auto" w:fill="D9D9D9"/>
          </w:tcPr>
          <w:p w14:paraId="566366D6" w14:textId="77777777" w:rsidR="00713BA1" w:rsidRPr="00E96E83" w:rsidRDefault="00713BA1" w:rsidP="006C7DAF">
            <w:pPr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CARGO EVALUADOR</w:t>
            </w:r>
          </w:p>
        </w:tc>
        <w:tc>
          <w:tcPr>
            <w:tcW w:w="6602" w:type="dxa"/>
            <w:shd w:val="clear" w:color="auto" w:fill="auto"/>
          </w:tcPr>
          <w:p w14:paraId="750042B0" w14:textId="77777777" w:rsidR="00713BA1" w:rsidRPr="00E96E83" w:rsidRDefault="00713BA1" w:rsidP="006C7DAF">
            <w:pPr>
              <w:rPr>
                <w:rFonts w:ascii="Verdana" w:hAnsi="Verdana" w:cs="Arial"/>
                <w:b/>
                <w:sz w:val="24"/>
                <w:szCs w:val="24"/>
              </w:rPr>
            </w:pPr>
          </w:p>
        </w:tc>
      </w:tr>
      <w:tr w:rsidR="00713BA1" w:rsidRPr="00E96E83" w14:paraId="61B7AE5F" w14:textId="77777777" w:rsidTr="006C7DAF">
        <w:trPr>
          <w:trHeight w:val="100"/>
        </w:trPr>
        <w:tc>
          <w:tcPr>
            <w:tcW w:w="3510" w:type="dxa"/>
            <w:shd w:val="clear" w:color="auto" w:fill="D9D9D9"/>
          </w:tcPr>
          <w:p w14:paraId="19EA6725" w14:textId="77777777" w:rsidR="00713BA1" w:rsidRPr="00E96E83" w:rsidRDefault="00713BA1" w:rsidP="006C7DAF">
            <w:pPr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NOMBRE ESTUDIANTE</w:t>
            </w:r>
          </w:p>
        </w:tc>
        <w:tc>
          <w:tcPr>
            <w:tcW w:w="6602" w:type="dxa"/>
            <w:shd w:val="clear" w:color="auto" w:fill="auto"/>
          </w:tcPr>
          <w:p w14:paraId="67707EA7" w14:textId="77777777" w:rsidR="00713BA1" w:rsidRPr="00E96E83" w:rsidRDefault="00713BA1" w:rsidP="006C7DAF">
            <w:pPr>
              <w:rPr>
                <w:rFonts w:ascii="Verdana" w:hAnsi="Verdana" w:cs="Arial"/>
                <w:b/>
                <w:sz w:val="24"/>
                <w:szCs w:val="24"/>
              </w:rPr>
            </w:pPr>
          </w:p>
        </w:tc>
      </w:tr>
      <w:tr w:rsidR="00713BA1" w:rsidRPr="00E96E83" w14:paraId="4479E293" w14:textId="77777777" w:rsidTr="006C7DAF">
        <w:trPr>
          <w:trHeight w:val="100"/>
        </w:trPr>
        <w:tc>
          <w:tcPr>
            <w:tcW w:w="3510" w:type="dxa"/>
            <w:shd w:val="clear" w:color="auto" w:fill="D9D9D9"/>
          </w:tcPr>
          <w:p w14:paraId="24D3B177" w14:textId="617F1488" w:rsidR="00713BA1" w:rsidRPr="00E96E83" w:rsidRDefault="00713BA1" w:rsidP="006C7DAF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RUT ESTUDIANTE</w:t>
            </w:r>
          </w:p>
        </w:tc>
        <w:tc>
          <w:tcPr>
            <w:tcW w:w="6602" w:type="dxa"/>
            <w:shd w:val="clear" w:color="auto" w:fill="auto"/>
          </w:tcPr>
          <w:p w14:paraId="684BF16D" w14:textId="77777777" w:rsidR="00713BA1" w:rsidRDefault="00713BA1" w:rsidP="006C7DAF">
            <w:pPr>
              <w:rPr>
                <w:rFonts w:ascii="Verdana" w:hAnsi="Verdana" w:cs="Arial"/>
                <w:b/>
                <w:sz w:val="24"/>
                <w:szCs w:val="24"/>
              </w:rPr>
            </w:pPr>
          </w:p>
        </w:tc>
      </w:tr>
      <w:tr w:rsidR="00713BA1" w:rsidRPr="00E96E83" w14:paraId="76546CF4" w14:textId="77777777" w:rsidTr="006C7DAF">
        <w:trPr>
          <w:trHeight w:val="100"/>
        </w:trPr>
        <w:tc>
          <w:tcPr>
            <w:tcW w:w="3510" w:type="dxa"/>
            <w:shd w:val="clear" w:color="auto" w:fill="D9D9D9"/>
          </w:tcPr>
          <w:p w14:paraId="12F60489" w14:textId="6DB37563" w:rsidR="00713BA1" w:rsidRPr="00E96E83" w:rsidRDefault="00713BA1" w:rsidP="006C7DAF">
            <w:pPr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INICIO</w:t>
            </w:r>
            <w:r>
              <w:rPr>
                <w:rFonts w:ascii="Verdana" w:hAnsi="Verdana" w:cs="Arial"/>
                <w:b/>
              </w:rPr>
              <w:t xml:space="preserve"> DE PR</w:t>
            </w:r>
            <w:r w:rsidR="006D0B59">
              <w:rPr>
                <w:rFonts w:ascii="Verdana" w:hAnsi="Verdana" w:cs="Arial"/>
                <w:b/>
              </w:rPr>
              <w:t>Á</w:t>
            </w:r>
            <w:r>
              <w:rPr>
                <w:rFonts w:ascii="Verdana" w:hAnsi="Verdana" w:cs="Arial"/>
                <w:b/>
              </w:rPr>
              <w:t xml:space="preserve">CTICA </w:t>
            </w:r>
          </w:p>
        </w:tc>
        <w:tc>
          <w:tcPr>
            <w:tcW w:w="6602" w:type="dxa"/>
            <w:shd w:val="clear" w:color="auto" w:fill="auto"/>
          </w:tcPr>
          <w:p w14:paraId="66D0E0FE" w14:textId="77777777" w:rsidR="00713BA1" w:rsidRPr="00E96E83" w:rsidRDefault="00713BA1" w:rsidP="006C7DAF">
            <w:pPr>
              <w:rPr>
                <w:rFonts w:ascii="Verdana" w:hAnsi="Verdana" w:cs="Arial"/>
                <w:b/>
                <w:sz w:val="24"/>
                <w:szCs w:val="24"/>
              </w:rPr>
            </w:pPr>
          </w:p>
        </w:tc>
      </w:tr>
      <w:tr w:rsidR="00713BA1" w:rsidRPr="00E96E83" w14:paraId="0A4EAFFE" w14:textId="77777777" w:rsidTr="006C7DAF">
        <w:trPr>
          <w:trHeight w:val="100"/>
        </w:trPr>
        <w:tc>
          <w:tcPr>
            <w:tcW w:w="3510" w:type="dxa"/>
            <w:shd w:val="clear" w:color="auto" w:fill="D9D9D9"/>
          </w:tcPr>
          <w:p w14:paraId="1FE4C713" w14:textId="5F64830E" w:rsidR="00713BA1" w:rsidRPr="00E96E83" w:rsidRDefault="00713BA1" w:rsidP="006C7DAF">
            <w:pPr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TÉRMINO</w:t>
            </w:r>
            <w:r>
              <w:rPr>
                <w:rFonts w:ascii="Verdana" w:hAnsi="Verdana" w:cs="Arial"/>
                <w:b/>
              </w:rPr>
              <w:t xml:space="preserve"> DE PR</w:t>
            </w:r>
            <w:r w:rsidR="006D0B59">
              <w:rPr>
                <w:rFonts w:ascii="Verdana" w:hAnsi="Verdana" w:cs="Arial"/>
                <w:b/>
              </w:rPr>
              <w:t>Á</w:t>
            </w:r>
            <w:r>
              <w:rPr>
                <w:rFonts w:ascii="Verdana" w:hAnsi="Verdana" w:cs="Arial"/>
                <w:b/>
              </w:rPr>
              <w:t xml:space="preserve">CTICA </w:t>
            </w:r>
          </w:p>
        </w:tc>
        <w:tc>
          <w:tcPr>
            <w:tcW w:w="6602" w:type="dxa"/>
            <w:shd w:val="clear" w:color="auto" w:fill="auto"/>
          </w:tcPr>
          <w:p w14:paraId="2DB4C0A1" w14:textId="77777777" w:rsidR="00713BA1" w:rsidRPr="00E96E83" w:rsidRDefault="00713BA1" w:rsidP="006C7DAF">
            <w:pPr>
              <w:rPr>
                <w:rFonts w:ascii="Verdana" w:hAnsi="Verdana" w:cs="Arial"/>
                <w:b/>
                <w:sz w:val="24"/>
                <w:szCs w:val="24"/>
              </w:rPr>
            </w:pPr>
          </w:p>
        </w:tc>
      </w:tr>
      <w:tr w:rsidR="00713BA1" w:rsidRPr="00E96E83" w14:paraId="795E205A" w14:textId="77777777" w:rsidTr="006C7DAF">
        <w:trPr>
          <w:trHeight w:val="100"/>
        </w:trPr>
        <w:tc>
          <w:tcPr>
            <w:tcW w:w="3510" w:type="dxa"/>
            <w:shd w:val="clear" w:color="auto" w:fill="D9D9D9"/>
          </w:tcPr>
          <w:p w14:paraId="07C24C0A" w14:textId="77777777" w:rsidR="00713BA1" w:rsidRPr="00E96E83" w:rsidRDefault="00713BA1" w:rsidP="006C7DAF">
            <w:pPr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FECHA EVALUACIÓN</w:t>
            </w:r>
          </w:p>
        </w:tc>
        <w:tc>
          <w:tcPr>
            <w:tcW w:w="6602" w:type="dxa"/>
            <w:shd w:val="clear" w:color="auto" w:fill="auto"/>
          </w:tcPr>
          <w:p w14:paraId="47614342" w14:textId="77777777" w:rsidR="00713BA1" w:rsidRPr="00E96E83" w:rsidRDefault="00713BA1" w:rsidP="006C7DAF">
            <w:pPr>
              <w:rPr>
                <w:rFonts w:ascii="Verdana" w:hAnsi="Verdana" w:cs="Arial"/>
                <w:b/>
                <w:sz w:val="24"/>
                <w:szCs w:val="24"/>
              </w:rPr>
            </w:pPr>
          </w:p>
        </w:tc>
      </w:tr>
    </w:tbl>
    <w:p w14:paraId="27E4F327" w14:textId="77777777" w:rsidR="00713BA1" w:rsidRDefault="00713BA1" w:rsidP="00713BA1">
      <w:pPr>
        <w:rPr>
          <w:rFonts w:ascii="Verdana" w:hAnsi="Verdana" w:cs="Arial"/>
          <w:b/>
        </w:rPr>
      </w:pPr>
    </w:p>
    <w:p w14:paraId="6343A0F6" w14:textId="77777777" w:rsidR="00713BA1" w:rsidRDefault="00713BA1" w:rsidP="00713BA1">
      <w:pPr>
        <w:rPr>
          <w:rFonts w:ascii="Verdana" w:hAnsi="Verdana" w:cs="Arial"/>
          <w:b/>
        </w:rPr>
      </w:pPr>
    </w:p>
    <w:p w14:paraId="4062B129" w14:textId="77777777" w:rsidR="000D4A0D" w:rsidRDefault="000D4A0D" w:rsidP="00713BA1">
      <w:pPr>
        <w:rPr>
          <w:rFonts w:ascii="Verdana" w:hAnsi="Verdana" w:cs="Arial"/>
          <w:b/>
        </w:rPr>
      </w:pPr>
    </w:p>
    <w:p w14:paraId="3E31E2D8" w14:textId="77777777" w:rsidR="000D4A0D" w:rsidRDefault="000D4A0D" w:rsidP="00713BA1">
      <w:pPr>
        <w:rPr>
          <w:rFonts w:ascii="Verdana" w:hAnsi="Verdana" w:cs="Arial"/>
          <w:b/>
        </w:rPr>
      </w:pPr>
    </w:p>
    <w:p w14:paraId="7983DF3A" w14:textId="77777777" w:rsidR="000D4A0D" w:rsidRDefault="000D4A0D" w:rsidP="00713BA1">
      <w:pPr>
        <w:rPr>
          <w:rFonts w:ascii="Verdana" w:hAnsi="Verdana" w:cs="Arial"/>
          <w:b/>
        </w:rPr>
      </w:pPr>
    </w:p>
    <w:p w14:paraId="1E0715D4" w14:textId="77777777" w:rsidR="000D4A0D" w:rsidRDefault="000D4A0D" w:rsidP="00713BA1">
      <w:pPr>
        <w:rPr>
          <w:rFonts w:ascii="Verdana" w:hAnsi="Verdana" w:cs="Arial"/>
          <w:b/>
        </w:rPr>
      </w:pPr>
    </w:p>
    <w:p w14:paraId="13DEA23B" w14:textId="77777777" w:rsidR="00713BA1" w:rsidRPr="00991B11" w:rsidRDefault="00713BA1" w:rsidP="00713BA1">
      <w:pPr>
        <w:rPr>
          <w:rFonts w:ascii="Verdana" w:hAnsi="Verdana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8"/>
      </w:tblGrid>
      <w:tr w:rsidR="00713BA1" w:rsidRPr="000D4A0D" w14:paraId="50BCB344" w14:textId="77777777" w:rsidTr="006C7DAF">
        <w:tc>
          <w:tcPr>
            <w:tcW w:w="10112" w:type="dxa"/>
            <w:shd w:val="clear" w:color="auto" w:fill="auto"/>
          </w:tcPr>
          <w:p w14:paraId="4593C36B" w14:textId="0FE3BD9C" w:rsidR="00713BA1" w:rsidRPr="000D4A0D" w:rsidRDefault="00713BA1" w:rsidP="000D4A0D">
            <w:pPr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 xml:space="preserve">BREVE DESCRIPCIÓN </w:t>
            </w:r>
            <w:r>
              <w:rPr>
                <w:rFonts w:ascii="Verdana" w:hAnsi="Verdana" w:cs="Arial"/>
                <w:b/>
              </w:rPr>
              <w:t>DE</w:t>
            </w:r>
            <w:r w:rsidRPr="00E96E83">
              <w:rPr>
                <w:rFonts w:ascii="Verdana" w:hAnsi="Verdana" w:cs="Arial"/>
                <w:b/>
              </w:rPr>
              <w:t xml:space="preserve"> </w:t>
            </w:r>
            <w:r w:rsidR="006D0B59">
              <w:rPr>
                <w:rFonts w:ascii="Verdana" w:hAnsi="Verdana" w:cs="Arial"/>
                <w:b/>
              </w:rPr>
              <w:t xml:space="preserve">LAS </w:t>
            </w:r>
            <w:r w:rsidRPr="00E96E83">
              <w:rPr>
                <w:rFonts w:ascii="Verdana" w:hAnsi="Verdana" w:cs="Arial"/>
                <w:b/>
              </w:rPr>
              <w:t xml:space="preserve">ACTIVIDADES DESARROLLADAS </w:t>
            </w:r>
            <w:r>
              <w:rPr>
                <w:rFonts w:ascii="Verdana" w:hAnsi="Verdana" w:cs="Arial"/>
                <w:b/>
              </w:rPr>
              <w:t xml:space="preserve">POR </w:t>
            </w:r>
            <w:proofErr w:type="gramStart"/>
            <w:r>
              <w:rPr>
                <w:rFonts w:ascii="Verdana" w:hAnsi="Verdana" w:cs="Arial"/>
                <w:b/>
              </w:rPr>
              <w:t xml:space="preserve">EL </w:t>
            </w:r>
            <w:r w:rsidRPr="00E96E83">
              <w:rPr>
                <w:rFonts w:ascii="Verdana" w:hAnsi="Verdana" w:cs="Arial"/>
                <w:b/>
              </w:rPr>
              <w:t xml:space="preserve"> ALUMNO</w:t>
            </w:r>
            <w:proofErr w:type="gramEnd"/>
            <w:r w:rsidRPr="00E96E83">
              <w:rPr>
                <w:rFonts w:ascii="Verdana" w:hAnsi="Verdana" w:cs="Arial"/>
                <w:b/>
              </w:rPr>
              <w:t xml:space="preserve"> </w:t>
            </w:r>
            <w:r>
              <w:rPr>
                <w:rFonts w:ascii="Verdana" w:hAnsi="Verdana" w:cs="Arial"/>
                <w:b/>
              </w:rPr>
              <w:t>EN PR</w:t>
            </w:r>
            <w:r w:rsidR="006D0B59">
              <w:rPr>
                <w:rFonts w:ascii="Verdana" w:hAnsi="Verdana" w:cs="Arial"/>
                <w:b/>
              </w:rPr>
              <w:t>Á</w:t>
            </w:r>
            <w:r>
              <w:rPr>
                <w:rFonts w:ascii="Verdana" w:hAnsi="Verdana" w:cs="Arial"/>
                <w:b/>
              </w:rPr>
              <w:t>CTICA</w:t>
            </w:r>
            <w:r w:rsidR="000D4A0D">
              <w:rPr>
                <w:rFonts w:ascii="Verdana" w:hAnsi="Verdana" w:cs="Arial"/>
                <w:b/>
              </w:rPr>
              <w:t>:</w:t>
            </w:r>
          </w:p>
        </w:tc>
      </w:tr>
      <w:tr w:rsidR="000D4A0D" w:rsidRPr="000D4A0D" w14:paraId="57932D6B" w14:textId="77777777" w:rsidTr="006C7DAF">
        <w:tc>
          <w:tcPr>
            <w:tcW w:w="10112" w:type="dxa"/>
            <w:shd w:val="clear" w:color="auto" w:fill="auto"/>
          </w:tcPr>
          <w:p w14:paraId="5D5D18F4" w14:textId="0D65F3FE" w:rsidR="000D4A0D" w:rsidRPr="000D4A0D" w:rsidRDefault="000D4A0D" w:rsidP="006C7DAF">
            <w:pPr>
              <w:rPr>
                <w:rFonts w:ascii="Verdana" w:hAnsi="Verdana" w:cs="Arial"/>
                <w:bCs/>
              </w:rPr>
            </w:pPr>
            <w:r w:rsidRPr="000D4A0D">
              <w:rPr>
                <w:rFonts w:ascii="Verdana" w:hAnsi="Verdana" w:cs="Arial"/>
                <w:bCs/>
              </w:rPr>
              <w:t>ESCRIBA AQUÍ SU RESPUESTA</w:t>
            </w:r>
          </w:p>
        </w:tc>
      </w:tr>
    </w:tbl>
    <w:p w14:paraId="07175352" w14:textId="77777777" w:rsidR="00713BA1" w:rsidRPr="000D4A0D" w:rsidRDefault="00713BA1" w:rsidP="000D4A0D">
      <w:pPr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-248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709"/>
        <w:gridCol w:w="5103"/>
      </w:tblGrid>
      <w:tr w:rsidR="00713BA1" w:rsidRPr="00E96E83" w14:paraId="1C32FEE2" w14:textId="77777777" w:rsidTr="000D4A0D">
        <w:tc>
          <w:tcPr>
            <w:tcW w:w="87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DE376" w14:textId="77777777" w:rsidR="000D4A0D" w:rsidRDefault="000D4A0D" w:rsidP="006C7DAF">
            <w:pPr>
              <w:jc w:val="center"/>
              <w:rPr>
                <w:rFonts w:ascii="Verdana" w:hAnsi="Verdana" w:cs="Arial"/>
                <w:b/>
              </w:rPr>
            </w:pPr>
          </w:p>
          <w:p w14:paraId="611921CF" w14:textId="10DD2EED" w:rsidR="00713BA1" w:rsidRPr="00E96E83" w:rsidRDefault="00713BA1" w:rsidP="006C7DAF">
            <w:pPr>
              <w:jc w:val="center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 xml:space="preserve">EVALUACIÓN </w:t>
            </w:r>
            <w:proofErr w:type="gramStart"/>
            <w:r w:rsidRPr="00E96E83">
              <w:rPr>
                <w:rFonts w:ascii="Verdana" w:hAnsi="Verdana" w:cs="Arial"/>
                <w:b/>
              </w:rPr>
              <w:t>del  ALUMNO</w:t>
            </w:r>
            <w:proofErr w:type="gramEnd"/>
          </w:p>
        </w:tc>
      </w:tr>
      <w:tr w:rsidR="00713BA1" w:rsidRPr="00E96E83" w14:paraId="319309E3" w14:textId="77777777" w:rsidTr="000D4A0D">
        <w:tc>
          <w:tcPr>
            <w:tcW w:w="878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68E12A" w14:textId="77777777" w:rsidR="00713BA1" w:rsidRPr="00E96E83" w:rsidRDefault="00713BA1" w:rsidP="006C7DAF">
            <w:pPr>
              <w:jc w:val="center"/>
              <w:rPr>
                <w:rFonts w:ascii="Verdana" w:hAnsi="Verdana" w:cs="Arial"/>
                <w:b/>
              </w:rPr>
            </w:pPr>
          </w:p>
        </w:tc>
      </w:tr>
      <w:tr w:rsidR="00713BA1" w:rsidRPr="00E96E83" w14:paraId="69B05E9C" w14:textId="77777777" w:rsidTr="000D4A0D">
        <w:tc>
          <w:tcPr>
            <w:tcW w:w="421" w:type="dxa"/>
            <w:tcBorders>
              <w:top w:val="single" w:sz="4" w:space="0" w:color="auto"/>
            </w:tcBorders>
            <w:shd w:val="clear" w:color="auto" w:fill="auto"/>
          </w:tcPr>
          <w:p w14:paraId="70EF063B" w14:textId="77777777" w:rsidR="00713BA1" w:rsidRPr="00E96E83" w:rsidRDefault="00713BA1" w:rsidP="006C7DAF">
            <w:pPr>
              <w:jc w:val="center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1CCEEB30" w14:textId="77777777" w:rsidR="00713BA1" w:rsidRPr="00E96E83" w:rsidRDefault="00713BA1" w:rsidP="006C7DAF">
            <w:pPr>
              <w:jc w:val="center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49215DB0" w14:textId="77777777" w:rsidR="00713BA1" w:rsidRPr="00E96E83" w:rsidRDefault="00713BA1" w:rsidP="006C7DAF">
            <w:pPr>
              <w:jc w:val="center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20140D32" w14:textId="77777777" w:rsidR="00713BA1" w:rsidRPr="00E96E83" w:rsidRDefault="00713BA1" w:rsidP="006C7DAF">
            <w:pPr>
              <w:jc w:val="center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14:paraId="3C4AEBFD" w14:textId="77777777" w:rsidR="00713BA1" w:rsidRPr="00E96E83" w:rsidRDefault="00713BA1" w:rsidP="006C7DAF">
            <w:pPr>
              <w:jc w:val="center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214C24ED" w14:textId="77777777" w:rsidR="00713BA1" w:rsidRPr="00E96E83" w:rsidRDefault="00713BA1" w:rsidP="006C7DAF">
            <w:pPr>
              <w:jc w:val="center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01314DAD" w14:textId="77777777" w:rsidR="00713BA1" w:rsidRPr="00E96E83" w:rsidRDefault="00713BA1" w:rsidP="006C7DAF">
            <w:pPr>
              <w:jc w:val="center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B7D9474" w14:textId="77777777" w:rsidR="00713BA1" w:rsidRPr="00E96E83" w:rsidRDefault="00713BA1" w:rsidP="006C7DAF">
            <w:pPr>
              <w:jc w:val="center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NA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D9D9D9"/>
          </w:tcPr>
          <w:p w14:paraId="7BB4FF3A" w14:textId="77777777" w:rsidR="00713BA1" w:rsidRPr="00E96E83" w:rsidRDefault="00713BA1" w:rsidP="006C7DAF">
            <w:pPr>
              <w:jc w:val="center"/>
              <w:rPr>
                <w:rFonts w:ascii="Verdana" w:hAnsi="Verdana" w:cs="Arial"/>
                <w:b/>
              </w:rPr>
            </w:pPr>
          </w:p>
        </w:tc>
      </w:tr>
      <w:tr w:rsidR="00713BA1" w:rsidRPr="00E96E83" w14:paraId="5D547EC2" w14:textId="77777777" w:rsidTr="000D4A0D">
        <w:tc>
          <w:tcPr>
            <w:tcW w:w="421" w:type="dxa"/>
            <w:shd w:val="clear" w:color="auto" w:fill="auto"/>
          </w:tcPr>
          <w:p w14:paraId="2E2A8155" w14:textId="2E779D04" w:rsidR="00713BA1" w:rsidRPr="00F97C79" w:rsidRDefault="00713BA1" w:rsidP="00F97C79">
            <w:pPr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FB05A9E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B9136D8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CF1AEF9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4ED24A44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477FB4D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9F0A8B1" w14:textId="71BE0B34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6084618B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5103" w:type="dxa"/>
            <w:shd w:val="clear" w:color="auto" w:fill="D9D9D9"/>
          </w:tcPr>
          <w:p w14:paraId="519F0A21" w14:textId="77777777" w:rsidR="00713BA1" w:rsidRPr="00E96E83" w:rsidRDefault="00713BA1" w:rsidP="006C7DAF">
            <w:pPr>
              <w:jc w:val="right"/>
              <w:rPr>
                <w:rFonts w:ascii="Verdana" w:hAnsi="Verdana" w:cs="Arial"/>
                <w:b/>
                <w:lang w:val="en-GB"/>
              </w:rPr>
            </w:pPr>
            <w:proofErr w:type="spellStart"/>
            <w:r w:rsidRPr="00E96E83">
              <w:rPr>
                <w:rFonts w:ascii="Verdana" w:hAnsi="Verdana" w:cs="Arial"/>
                <w:b/>
              </w:rPr>
              <w:t>Conocimient</w:t>
            </w:r>
            <w:r w:rsidRPr="00E96E83">
              <w:rPr>
                <w:rFonts w:ascii="Verdana" w:hAnsi="Verdana" w:cs="Arial"/>
                <w:b/>
                <w:lang w:val="en-GB"/>
              </w:rPr>
              <w:t>os</w:t>
            </w:r>
            <w:proofErr w:type="spellEnd"/>
            <w:r w:rsidRPr="00E96E83">
              <w:rPr>
                <w:rFonts w:ascii="Verdana" w:hAnsi="Verdana" w:cs="Arial"/>
                <w:b/>
                <w:lang w:val="en-GB"/>
              </w:rPr>
              <w:t xml:space="preserve"> </w:t>
            </w:r>
            <w:proofErr w:type="spellStart"/>
            <w:r w:rsidRPr="00E96E83">
              <w:rPr>
                <w:rFonts w:ascii="Verdana" w:hAnsi="Verdana" w:cs="Arial"/>
                <w:b/>
                <w:lang w:val="en-GB"/>
              </w:rPr>
              <w:t>Demostrados</w:t>
            </w:r>
            <w:proofErr w:type="spellEnd"/>
          </w:p>
        </w:tc>
      </w:tr>
      <w:tr w:rsidR="00713BA1" w:rsidRPr="00E96E83" w14:paraId="6E1F6915" w14:textId="77777777" w:rsidTr="000D4A0D">
        <w:tc>
          <w:tcPr>
            <w:tcW w:w="421" w:type="dxa"/>
            <w:shd w:val="clear" w:color="auto" w:fill="auto"/>
          </w:tcPr>
          <w:p w14:paraId="0D8FD277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  <w:lang w:val="en-GB"/>
              </w:rPr>
            </w:pPr>
          </w:p>
        </w:tc>
        <w:tc>
          <w:tcPr>
            <w:tcW w:w="425" w:type="dxa"/>
            <w:shd w:val="clear" w:color="auto" w:fill="auto"/>
          </w:tcPr>
          <w:p w14:paraId="6189C79D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  <w:lang w:val="en-GB"/>
              </w:rPr>
            </w:pPr>
          </w:p>
        </w:tc>
        <w:tc>
          <w:tcPr>
            <w:tcW w:w="425" w:type="dxa"/>
            <w:shd w:val="clear" w:color="auto" w:fill="auto"/>
          </w:tcPr>
          <w:p w14:paraId="7DBBCE90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  <w:lang w:val="en-GB"/>
              </w:rPr>
            </w:pPr>
          </w:p>
        </w:tc>
        <w:tc>
          <w:tcPr>
            <w:tcW w:w="425" w:type="dxa"/>
            <w:shd w:val="clear" w:color="auto" w:fill="auto"/>
          </w:tcPr>
          <w:p w14:paraId="28F0662C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  <w:lang w:val="en-GB"/>
              </w:rPr>
            </w:pPr>
          </w:p>
        </w:tc>
        <w:tc>
          <w:tcPr>
            <w:tcW w:w="426" w:type="dxa"/>
            <w:shd w:val="clear" w:color="auto" w:fill="auto"/>
          </w:tcPr>
          <w:p w14:paraId="298C6334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  <w:lang w:val="en-GB"/>
              </w:rPr>
            </w:pPr>
          </w:p>
        </w:tc>
        <w:tc>
          <w:tcPr>
            <w:tcW w:w="425" w:type="dxa"/>
            <w:shd w:val="clear" w:color="auto" w:fill="auto"/>
          </w:tcPr>
          <w:p w14:paraId="09C684BB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  <w:lang w:val="en-GB"/>
              </w:rPr>
            </w:pPr>
          </w:p>
        </w:tc>
        <w:tc>
          <w:tcPr>
            <w:tcW w:w="425" w:type="dxa"/>
            <w:shd w:val="clear" w:color="auto" w:fill="auto"/>
          </w:tcPr>
          <w:p w14:paraId="1FDEAE50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  <w:lang w:val="en-GB"/>
              </w:rPr>
            </w:pPr>
          </w:p>
        </w:tc>
        <w:tc>
          <w:tcPr>
            <w:tcW w:w="709" w:type="dxa"/>
            <w:shd w:val="clear" w:color="auto" w:fill="auto"/>
          </w:tcPr>
          <w:p w14:paraId="3CD1E544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  <w:lang w:val="en-GB"/>
              </w:rPr>
            </w:pPr>
          </w:p>
        </w:tc>
        <w:tc>
          <w:tcPr>
            <w:tcW w:w="5103" w:type="dxa"/>
            <w:shd w:val="clear" w:color="auto" w:fill="D9D9D9"/>
          </w:tcPr>
          <w:p w14:paraId="5B553000" w14:textId="77777777" w:rsidR="00713BA1" w:rsidRPr="00E96E83" w:rsidRDefault="00713BA1" w:rsidP="006C7DAF">
            <w:pPr>
              <w:jc w:val="right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Precisión y Rapidez en la Ejecución del  Trabajo</w:t>
            </w:r>
          </w:p>
        </w:tc>
      </w:tr>
      <w:tr w:rsidR="00713BA1" w:rsidRPr="00E96E83" w14:paraId="363B6A53" w14:textId="77777777" w:rsidTr="000D4A0D">
        <w:tc>
          <w:tcPr>
            <w:tcW w:w="421" w:type="dxa"/>
            <w:shd w:val="clear" w:color="auto" w:fill="auto"/>
          </w:tcPr>
          <w:p w14:paraId="460F38D9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104BE2A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E002939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73A52FD" w14:textId="7C10E03E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038E813D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0D00C606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1B984E1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752BAE7C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5103" w:type="dxa"/>
            <w:shd w:val="clear" w:color="auto" w:fill="D9D9D9"/>
          </w:tcPr>
          <w:p w14:paraId="27D1C9E7" w14:textId="77777777" w:rsidR="00713BA1" w:rsidRPr="00E96E83" w:rsidRDefault="00713BA1" w:rsidP="006C7DAF">
            <w:pPr>
              <w:jc w:val="right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Comprensión y Ejecución de Instrucciones</w:t>
            </w:r>
          </w:p>
        </w:tc>
      </w:tr>
      <w:tr w:rsidR="00713BA1" w:rsidRPr="00E96E83" w14:paraId="04DDC88D" w14:textId="77777777" w:rsidTr="000D4A0D">
        <w:tc>
          <w:tcPr>
            <w:tcW w:w="421" w:type="dxa"/>
            <w:shd w:val="clear" w:color="auto" w:fill="auto"/>
          </w:tcPr>
          <w:p w14:paraId="206ACFF7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CB8FA17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F5F2983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0C8424F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3DA4A19F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FD93131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A411C3C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2EE51851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5103" w:type="dxa"/>
            <w:shd w:val="clear" w:color="auto" w:fill="D9D9D9"/>
          </w:tcPr>
          <w:p w14:paraId="25E2B245" w14:textId="77777777" w:rsidR="00713BA1" w:rsidRPr="00E96E83" w:rsidRDefault="00713BA1" w:rsidP="006C7DAF">
            <w:pPr>
              <w:jc w:val="right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Relaciones Interpersonales en el Trabajo</w:t>
            </w:r>
          </w:p>
        </w:tc>
      </w:tr>
      <w:tr w:rsidR="00713BA1" w:rsidRPr="00E96E83" w14:paraId="400DDD3B" w14:textId="77777777" w:rsidTr="000D4A0D">
        <w:tc>
          <w:tcPr>
            <w:tcW w:w="421" w:type="dxa"/>
            <w:shd w:val="clear" w:color="auto" w:fill="auto"/>
          </w:tcPr>
          <w:p w14:paraId="4B6387A3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4575DD1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6B70074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59940B4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3353F5B6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7060310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CB03C46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100543DE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5103" w:type="dxa"/>
            <w:shd w:val="clear" w:color="auto" w:fill="D9D9D9"/>
          </w:tcPr>
          <w:p w14:paraId="350947A2" w14:textId="77777777" w:rsidR="00713BA1" w:rsidRPr="00E96E83" w:rsidRDefault="00713BA1" w:rsidP="006C7DAF">
            <w:pPr>
              <w:jc w:val="right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Iniciativa</w:t>
            </w:r>
          </w:p>
        </w:tc>
      </w:tr>
      <w:tr w:rsidR="00713BA1" w:rsidRPr="00E96E83" w14:paraId="3BA77C2D" w14:textId="77777777" w:rsidTr="000D4A0D">
        <w:tc>
          <w:tcPr>
            <w:tcW w:w="421" w:type="dxa"/>
            <w:shd w:val="clear" w:color="auto" w:fill="auto"/>
          </w:tcPr>
          <w:p w14:paraId="6EECEFEE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2BD72F4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08EFA6ED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CE392FC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718AB2EC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0FEFECB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0181A3B7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65726198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5103" w:type="dxa"/>
            <w:shd w:val="clear" w:color="auto" w:fill="D9D9D9"/>
          </w:tcPr>
          <w:p w14:paraId="7016F44F" w14:textId="77777777" w:rsidR="00713BA1" w:rsidRPr="00E96E83" w:rsidRDefault="00713BA1" w:rsidP="006C7DAF">
            <w:pPr>
              <w:jc w:val="right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Cooperación</w:t>
            </w:r>
          </w:p>
        </w:tc>
      </w:tr>
      <w:tr w:rsidR="00713BA1" w:rsidRPr="00E96E83" w14:paraId="028EE1B1" w14:textId="77777777" w:rsidTr="000D4A0D">
        <w:tc>
          <w:tcPr>
            <w:tcW w:w="421" w:type="dxa"/>
            <w:shd w:val="clear" w:color="auto" w:fill="auto"/>
          </w:tcPr>
          <w:p w14:paraId="23539F65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A169F63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0ED6D8F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F90E390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1476D246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D6D7B6E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C25070C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138C3A45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5103" w:type="dxa"/>
            <w:shd w:val="clear" w:color="auto" w:fill="D9D9D9"/>
          </w:tcPr>
          <w:p w14:paraId="05A4138E" w14:textId="77777777" w:rsidR="00713BA1" w:rsidRPr="00E96E83" w:rsidRDefault="00713BA1" w:rsidP="006C7DAF">
            <w:pPr>
              <w:jc w:val="right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Asistencia y Puntualidad</w:t>
            </w:r>
          </w:p>
        </w:tc>
      </w:tr>
      <w:tr w:rsidR="00713BA1" w:rsidRPr="00E96E83" w14:paraId="731ED5C2" w14:textId="77777777" w:rsidTr="000D4A0D">
        <w:tc>
          <w:tcPr>
            <w:tcW w:w="421" w:type="dxa"/>
            <w:shd w:val="clear" w:color="auto" w:fill="auto"/>
          </w:tcPr>
          <w:p w14:paraId="3E74F222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779C9FD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0646ABE8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03D9136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34F8ABB8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2E08949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AFF8E63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79062FC6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5103" w:type="dxa"/>
            <w:shd w:val="clear" w:color="auto" w:fill="D9D9D9"/>
          </w:tcPr>
          <w:p w14:paraId="7D63A787" w14:textId="77777777" w:rsidR="00713BA1" w:rsidRPr="00E96E83" w:rsidRDefault="00713BA1" w:rsidP="006C7DAF">
            <w:pPr>
              <w:jc w:val="right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Capacidad para Trabajar Bajo Presión</w:t>
            </w:r>
          </w:p>
        </w:tc>
      </w:tr>
      <w:tr w:rsidR="00713BA1" w:rsidRPr="00E96E83" w14:paraId="42C4943B" w14:textId="77777777" w:rsidTr="000D4A0D">
        <w:tc>
          <w:tcPr>
            <w:tcW w:w="421" w:type="dxa"/>
            <w:shd w:val="clear" w:color="auto" w:fill="auto"/>
          </w:tcPr>
          <w:p w14:paraId="00FB6D17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894B757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0C4A4FFD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9EB5183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73A2D5B2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8ECF5F7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5A4D893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6015630E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5103" w:type="dxa"/>
            <w:shd w:val="clear" w:color="auto" w:fill="D9D9D9"/>
          </w:tcPr>
          <w:p w14:paraId="2F860041" w14:textId="77777777" w:rsidR="00713BA1" w:rsidRPr="00E96E83" w:rsidRDefault="00713BA1" w:rsidP="006C7DAF">
            <w:pPr>
              <w:jc w:val="right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Responsabilidad</w:t>
            </w:r>
          </w:p>
        </w:tc>
      </w:tr>
      <w:tr w:rsidR="00713BA1" w:rsidRPr="00E96E83" w14:paraId="1E489227" w14:textId="77777777" w:rsidTr="000D4A0D">
        <w:tc>
          <w:tcPr>
            <w:tcW w:w="421" w:type="dxa"/>
            <w:shd w:val="clear" w:color="auto" w:fill="auto"/>
          </w:tcPr>
          <w:p w14:paraId="0A777461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3B851A8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1215825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73F7389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48401E6B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EDBCBEE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12B5A3B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67314B12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5103" w:type="dxa"/>
            <w:shd w:val="clear" w:color="auto" w:fill="D9D9D9"/>
          </w:tcPr>
          <w:p w14:paraId="6919CFDF" w14:textId="77777777" w:rsidR="00713BA1" w:rsidRPr="00E96E83" w:rsidRDefault="00713BA1" w:rsidP="006C7DAF">
            <w:pPr>
              <w:jc w:val="right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Capacidad de Trabajo en Equipo</w:t>
            </w:r>
          </w:p>
        </w:tc>
      </w:tr>
      <w:tr w:rsidR="00713BA1" w:rsidRPr="00E96E83" w14:paraId="5950B93E" w14:textId="77777777" w:rsidTr="000D4A0D">
        <w:tc>
          <w:tcPr>
            <w:tcW w:w="421" w:type="dxa"/>
            <w:shd w:val="clear" w:color="auto" w:fill="auto"/>
          </w:tcPr>
          <w:p w14:paraId="611BAA79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D67C8A8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189DA08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07E2844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32DB9DDC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E43BCCA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7AE703D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7A14D2B6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5103" w:type="dxa"/>
            <w:shd w:val="clear" w:color="auto" w:fill="D9D9D9"/>
          </w:tcPr>
          <w:p w14:paraId="0BE48861" w14:textId="77777777" w:rsidR="00713BA1" w:rsidRPr="00E96E83" w:rsidRDefault="00713BA1" w:rsidP="006C7DAF">
            <w:pPr>
              <w:jc w:val="right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Capacidad de Autoaprendizaje</w:t>
            </w:r>
          </w:p>
        </w:tc>
      </w:tr>
      <w:tr w:rsidR="00713BA1" w:rsidRPr="00E96E83" w14:paraId="5C3D95CB" w14:textId="77777777" w:rsidTr="000D4A0D">
        <w:tc>
          <w:tcPr>
            <w:tcW w:w="421" w:type="dxa"/>
            <w:shd w:val="clear" w:color="auto" w:fill="auto"/>
          </w:tcPr>
          <w:p w14:paraId="08DF6EB9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EA75198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3F242BB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FF6EC5B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2ED6329B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A602C16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068848A6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3557B710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5103" w:type="dxa"/>
            <w:shd w:val="clear" w:color="auto" w:fill="D9D9D9"/>
          </w:tcPr>
          <w:p w14:paraId="0116A17B" w14:textId="77777777" w:rsidR="00713BA1" w:rsidRPr="00E96E83" w:rsidRDefault="00713BA1" w:rsidP="006C7DAF">
            <w:pPr>
              <w:jc w:val="right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Compromiso con Rigor y Calidad</w:t>
            </w:r>
          </w:p>
        </w:tc>
      </w:tr>
      <w:tr w:rsidR="00713BA1" w:rsidRPr="00E96E83" w14:paraId="6AC85EF3" w14:textId="77777777" w:rsidTr="000D4A0D">
        <w:tc>
          <w:tcPr>
            <w:tcW w:w="421" w:type="dxa"/>
            <w:shd w:val="clear" w:color="auto" w:fill="auto"/>
          </w:tcPr>
          <w:p w14:paraId="41A869BC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4ED2032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7F90245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6D8DE52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38D5ADAE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874C765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3127011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6562181C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5103" w:type="dxa"/>
            <w:shd w:val="clear" w:color="auto" w:fill="D9D9D9"/>
          </w:tcPr>
          <w:p w14:paraId="7F43E580" w14:textId="77777777" w:rsidR="00713BA1" w:rsidRPr="00E96E83" w:rsidRDefault="00713BA1" w:rsidP="006C7DAF">
            <w:pPr>
              <w:jc w:val="right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Compromiso con el Cuidado del Medio Ambiente</w:t>
            </w:r>
          </w:p>
        </w:tc>
      </w:tr>
      <w:tr w:rsidR="00713BA1" w:rsidRPr="00E96E83" w14:paraId="0EC47FC0" w14:textId="77777777" w:rsidTr="000D4A0D">
        <w:tc>
          <w:tcPr>
            <w:tcW w:w="421" w:type="dxa"/>
            <w:shd w:val="clear" w:color="auto" w:fill="auto"/>
          </w:tcPr>
          <w:p w14:paraId="23EF8F6F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85E523E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585E1DA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C362D0E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556B4927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0FE2398F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4C6D500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0AE647BB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5103" w:type="dxa"/>
            <w:shd w:val="clear" w:color="auto" w:fill="D9D9D9"/>
          </w:tcPr>
          <w:p w14:paraId="3F5A859C" w14:textId="77777777" w:rsidR="00713BA1" w:rsidRPr="00E96E83" w:rsidRDefault="00713BA1" w:rsidP="006C7DAF">
            <w:pPr>
              <w:jc w:val="right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Capacidad de Trabajar en Forma Segura en el Laboratorio</w:t>
            </w:r>
          </w:p>
        </w:tc>
      </w:tr>
      <w:tr w:rsidR="00713BA1" w:rsidRPr="00E96E83" w14:paraId="6BFE066B" w14:textId="77777777" w:rsidTr="000D4A0D">
        <w:tc>
          <w:tcPr>
            <w:tcW w:w="421" w:type="dxa"/>
            <w:shd w:val="clear" w:color="auto" w:fill="auto"/>
          </w:tcPr>
          <w:p w14:paraId="2365A691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0DB3DCE6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82E1D53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C27D4B7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0F1848F9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1B43FCA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AFFFF39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79EF1B8C" w14:textId="77777777" w:rsidR="00713BA1" w:rsidRPr="00F97C79" w:rsidRDefault="00713BA1" w:rsidP="006C7DAF">
            <w:pPr>
              <w:jc w:val="right"/>
              <w:rPr>
                <w:rFonts w:ascii="Verdana" w:hAnsi="Verdana" w:cs="Arial"/>
                <w:bCs/>
              </w:rPr>
            </w:pPr>
          </w:p>
        </w:tc>
        <w:tc>
          <w:tcPr>
            <w:tcW w:w="5103" w:type="dxa"/>
            <w:shd w:val="clear" w:color="auto" w:fill="D9D9D9"/>
          </w:tcPr>
          <w:p w14:paraId="6500D526" w14:textId="77777777" w:rsidR="00713BA1" w:rsidRPr="00E96E83" w:rsidRDefault="00713BA1" w:rsidP="006C7DAF">
            <w:pPr>
              <w:jc w:val="right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Capacidad de Interpretar Datos Derivados de Observaciones y Medidas</w:t>
            </w:r>
          </w:p>
        </w:tc>
      </w:tr>
    </w:tbl>
    <w:p w14:paraId="0EA275F7" w14:textId="77777777" w:rsidR="00713BA1" w:rsidRDefault="00713BA1" w:rsidP="00713BA1">
      <w:pPr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-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"/>
        <w:gridCol w:w="847"/>
        <w:gridCol w:w="1558"/>
        <w:gridCol w:w="1411"/>
        <w:gridCol w:w="1023"/>
        <w:gridCol w:w="1417"/>
        <w:gridCol w:w="1320"/>
      </w:tblGrid>
      <w:tr w:rsidR="00713BA1" w:rsidRPr="00E96E83" w14:paraId="18A71F20" w14:textId="77777777" w:rsidTr="006D0B59">
        <w:tc>
          <w:tcPr>
            <w:tcW w:w="8828" w:type="dxa"/>
            <w:gridSpan w:val="7"/>
            <w:shd w:val="clear" w:color="auto" w:fill="auto"/>
          </w:tcPr>
          <w:p w14:paraId="09944852" w14:textId="77777777" w:rsidR="00713BA1" w:rsidRPr="00E96E83" w:rsidRDefault="00713BA1" w:rsidP="006C7DAF">
            <w:pPr>
              <w:jc w:val="center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N O T A S</w:t>
            </w:r>
          </w:p>
        </w:tc>
      </w:tr>
      <w:tr w:rsidR="00713BA1" w:rsidRPr="00E96E83" w14:paraId="48FD02EE" w14:textId="77777777" w:rsidTr="006D0B59">
        <w:tc>
          <w:tcPr>
            <w:tcW w:w="1252" w:type="dxa"/>
            <w:shd w:val="clear" w:color="auto" w:fill="auto"/>
          </w:tcPr>
          <w:p w14:paraId="5E61BDFA" w14:textId="5C539CF3" w:rsidR="00713BA1" w:rsidRPr="00E96E83" w:rsidRDefault="00713BA1" w:rsidP="00713BA1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96E83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  <w:p w14:paraId="66C2183A" w14:textId="77777777" w:rsidR="00713BA1" w:rsidRPr="00E96E83" w:rsidRDefault="00713BA1" w:rsidP="00713BA1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96E83">
              <w:rPr>
                <w:rFonts w:ascii="Verdana" w:hAnsi="Verdana" w:cs="Arial"/>
                <w:b/>
                <w:sz w:val="16"/>
                <w:szCs w:val="16"/>
              </w:rPr>
              <w:t>MUY MALO</w:t>
            </w:r>
          </w:p>
        </w:tc>
        <w:tc>
          <w:tcPr>
            <w:tcW w:w="847" w:type="dxa"/>
            <w:shd w:val="clear" w:color="auto" w:fill="auto"/>
          </w:tcPr>
          <w:p w14:paraId="3F28654D" w14:textId="0EB90D6B" w:rsidR="00713BA1" w:rsidRPr="00E96E83" w:rsidRDefault="00713BA1" w:rsidP="00713BA1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96E83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  <w:p w14:paraId="0BC31AF6" w14:textId="77777777" w:rsidR="00713BA1" w:rsidRPr="00E96E83" w:rsidRDefault="00713BA1" w:rsidP="00713BA1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96E83">
              <w:rPr>
                <w:rFonts w:ascii="Verdana" w:hAnsi="Verdana" w:cs="Arial"/>
                <w:b/>
                <w:sz w:val="16"/>
                <w:szCs w:val="16"/>
              </w:rPr>
              <w:t>MALO</w:t>
            </w:r>
          </w:p>
        </w:tc>
        <w:tc>
          <w:tcPr>
            <w:tcW w:w="1558" w:type="dxa"/>
            <w:shd w:val="clear" w:color="auto" w:fill="auto"/>
          </w:tcPr>
          <w:p w14:paraId="6C446E00" w14:textId="77777777" w:rsidR="00713BA1" w:rsidRDefault="00713BA1" w:rsidP="00713BA1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96E83">
              <w:rPr>
                <w:rFonts w:ascii="Verdana" w:hAnsi="Verdana" w:cs="Arial"/>
                <w:b/>
                <w:sz w:val="16"/>
                <w:szCs w:val="16"/>
              </w:rPr>
              <w:t xml:space="preserve">3 </w:t>
            </w:r>
          </w:p>
          <w:p w14:paraId="56EDF6A1" w14:textId="183CF5AE" w:rsidR="00713BA1" w:rsidRPr="00E96E83" w:rsidRDefault="00713BA1" w:rsidP="00713BA1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96E83">
              <w:rPr>
                <w:rFonts w:ascii="Verdana" w:hAnsi="Verdana" w:cs="Arial"/>
                <w:b/>
                <w:sz w:val="16"/>
                <w:szCs w:val="16"/>
              </w:rPr>
              <w:t>INSUFICIENTE</w:t>
            </w:r>
          </w:p>
        </w:tc>
        <w:tc>
          <w:tcPr>
            <w:tcW w:w="1411" w:type="dxa"/>
            <w:shd w:val="clear" w:color="auto" w:fill="auto"/>
          </w:tcPr>
          <w:p w14:paraId="021B5F3A" w14:textId="77777777" w:rsidR="00713BA1" w:rsidRPr="00E96E83" w:rsidRDefault="00713BA1" w:rsidP="00713BA1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96E83">
              <w:rPr>
                <w:rFonts w:ascii="Verdana" w:hAnsi="Verdana" w:cs="Arial"/>
                <w:b/>
                <w:sz w:val="16"/>
                <w:szCs w:val="16"/>
              </w:rPr>
              <w:t>4</w:t>
            </w:r>
          </w:p>
          <w:p w14:paraId="6F20D449" w14:textId="77777777" w:rsidR="00713BA1" w:rsidRPr="00E96E83" w:rsidRDefault="00713BA1" w:rsidP="00713BA1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96E83">
              <w:rPr>
                <w:rFonts w:ascii="Verdana" w:hAnsi="Verdana" w:cs="Arial"/>
                <w:b/>
                <w:sz w:val="16"/>
                <w:szCs w:val="16"/>
              </w:rPr>
              <w:t>ACEPTABLE</w:t>
            </w:r>
          </w:p>
        </w:tc>
        <w:tc>
          <w:tcPr>
            <w:tcW w:w="1023" w:type="dxa"/>
            <w:shd w:val="clear" w:color="auto" w:fill="auto"/>
          </w:tcPr>
          <w:p w14:paraId="597CF8C5" w14:textId="77777777" w:rsidR="00713BA1" w:rsidRPr="00E96E83" w:rsidRDefault="00713BA1" w:rsidP="00713BA1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96E83">
              <w:rPr>
                <w:rFonts w:ascii="Verdana" w:hAnsi="Verdana" w:cs="Arial"/>
                <w:b/>
                <w:sz w:val="16"/>
                <w:szCs w:val="16"/>
              </w:rPr>
              <w:t>5</w:t>
            </w:r>
          </w:p>
          <w:p w14:paraId="2A607EE6" w14:textId="77777777" w:rsidR="00713BA1" w:rsidRPr="00E96E83" w:rsidRDefault="00713BA1" w:rsidP="00713BA1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96E83">
              <w:rPr>
                <w:rFonts w:ascii="Verdana" w:hAnsi="Verdana" w:cs="Arial"/>
                <w:b/>
                <w:sz w:val="16"/>
                <w:szCs w:val="16"/>
              </w:rPr>
              <w:t>BUENO</w:t>
            </w:r>
          </w:p>
        </w:tc>
        <w:tc>
          <w:tcPr>
            <w:tcW w:w="1417" w:type="dxa"/>
            <w:shd w:val="clear" w:color="auto" w:fill="auto"/>
          </w:tcPr>
          <w:p w14:paraId="52F11585" w14:textId="77777777" w:rsidR="00713BA1" w:rsidRPr="00E96E83" w:rsidRDefault="00713BA1" w:rsidP="00713BA1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96E83">
              <w:rPr>
                <w:rFonts w:ascii="Verdana" w:hAnsi="Verdana" w:cs="Arial"/>
                <w:b/>
                <w:sz w:val="16"/>
                <w:szCs w:val="16"/>
              </w:rPr>
              <w:t>6</w:t>
            </w:r>
          </w:p>
          <w:p w14:paraId="05D3729A" w14:textId="77777777" w:rsidR="00713BA1" w:rsidRPr="00E96E83" w:rsidRDefault="00713BA1" w:rsidP="00713BA1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96E83">
              <w:rPr>
                <w:rFonts w:ascii="Verdana" w:hAnsi="Verdana" w:cs="Arial"/>
                <w:b/>
                <w:sz w:val="16"/>
                <w:szCs w:val="16"/>
              </w:rPr>
              <w:t>MUY BUENO</w:t>
            </w:r>
          </w:p>
        </w:tc>
        <w:tc>
          <w:tcPr>
            <w:tcW w:w="1320" w:type="dxa"/>
            <w:shd w:val="clear" w:color="auto" w:fill="auto"/>
          </w:tcPr>
          <w:p w14:paraId="1BE024E9" w14:textId="77777777" w:rsidR="00713BA1" w:rsidRPr="00E96E83" w:rsidRDefault="00713BA1" w:rsidP="00713BA1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96E83">
              <w:rPr>
                <w:rFonts w:ascii="Verdana" w:hAnsi="Verdana" w:cs="Arial"/>
                <w:b/>
                <w:sz w:val="16"/>
                <w:szCs w:val="16"/>
              </w:rPr>
              <w:t>7</w:t>
            </w:r>
          </w:p>
          <w:p w14:paraId="00F4C382" w14:textId="77777777" w:rsidR="00713BA1" w:rsidRPr="00E96E83" w:rsidRDefault="00713BA1" w:rsidP="00713BA1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96E83">
              <w:rPr>
                <w:rFonts w:ascii="Verdana" w:hAnsi="Verdana" w:cs="Arial"/>
                <w:b/>
                <w:sz w:val="16"/>
                <w:szCs w:val="16"/>
              </w:rPr>
              <w:t>EXCELENTE</w:t>
            </w:r>
          </w:p>
        </w:tc>
      </w:tr>
    </w:tbl>
    <w:p w14:paraId="2D6640DA" w14:textId="77777777" w:rsidR="00713BA1" w:rsidRPr="00CC263B" w:rsidRDefault="00713BA1" w:rsidP="00713BA1">
      <w:pPr>
        <w:rPr>
          <w:vanish/>
        </w:rPr>
      </w:pPr>
    </w:p>
    <w:tbl>
      <w:tblPr>
        <w:tblpPr w:leftFromText="141" w:rightFromText="141" w:vertAnchor="text" w:horzAnchor="margin" w:tblpY="1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8"/>
      </w:tblGrid>
      <w:tr w:rsidR="00713BA1" w:rsidRPr="00E96E83" w14:paraId="73CFC890" w14:textId="77777777" w:rsidTr="00F97C79">
        <w:tc>
          <w:tcPr>
            <w:tcW w:w="8828" w:type="dxa"/>
            <w:shd w:val="clear" w:color="auto" w:fill="auto"/>
          </w:tcPr>
          <w:p w14:paraId="46D2A8B6" w14:textId="77777777" w:rsidR="00713BA1" w:rsidRPr="00E96E83" w:rsidRDefault="00713BA1" w:rsidP="006C7DAF">
            <w:pPr>
              <w:jc w:val="center"/>
              <w:rPr>
                <w:rFonts w:ascii="Verdana" w:hAnsi="Verdana" w:cs="Arial"/>
                <w:b/>
                <w:lang w:val="pt-BR"/>
              </w:rPr>
            </w:pPr>
            <w:r w:rsidRPr="00E96E83">
              <w:rPr>
                <w:rFonts w:ascii="Verdana" w:hAnsi="Verdana" w:cs="Arial"/>
                <w:b/>
                <w:lang w:val="pt-BR"/>
              </w:rPr>
              <w:t>C O M E N T A R I O</w:t>
            </w:r>
          </w:p>
          <w:p w14:paraId="55F6B021" w14:textId="31A7F971" w:rsidR="00713BA1" w:rsidRPr="006D0B59" w:rsidRDefault="00713BA1" w:rsidP="006D0B59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6D0B59">
              <w:rPr>
                <w:rFonts w:ascii="Verdana" w:hAnsi="Verdana" w:cs="Arial"/>
                <w:sz w:val="20"/>
                <w:szCs w:val="20"/>
              </w:rPr>
              <w:t>Resuma su opinión global en un comentario concordante con las notas asignadas</w:t>
            </w:r>
            <w:r w:rsidR="006D0B5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6D0B59">
              <w:rPr>
                <w:rFonts w:ascii="Verdana" w:hAnsi="Verdana" w:cs="Arial"/>
                <w:sz w:val="20"/>
                <w:szCs w:val="20"/>
              </w:rPr>
              <w:t xml:space="preserve">y señale en forma precisa los aspectos más sobresalientes, tanto </w:t>
            </w:r>
            <w:r w:rsidRPr="006D0B59">
              <w:rPr>
                <w:rFonts w:ascii="Verdana" w:hAnsi="Verdana" w:cs="Arial"/>
                <w:b/>
                <w:sz w:val="20"/>
                <w:szCs w:val="20"/>
              </w:rPr>
              <w:t xml:space="preserve">POSITIVOS </w:t>
            </w:r>
            <w:r w:rsidR="006D0B59">
              <w:rPr>
                <w:rFonts w:ascii="Verdana" w:hAnsi="Verdana" w:cs="Arial"/>
                <w:bCs/>
                <w:sz w:val="20"/>
                <w:szCs w:val="20"/>
              </w:rPr>
              <w:t>c</w:t>
            </w:r>
            <w:r w:rsidRPr="006D0B59">
              <w:rPr>
                <w:rFonts w:ascii="Verdana" w:hAnsi="Verdana" w:cs="Arial"/>
                <w:sz w:val="20"/>
                <w:szCs w:val="20"/>
              </w:rPr>
              <w:t xml:space="preserve">omo </w:t>
            </w:r>
            <w:r w:rsidRPr="006D0B59">
              <w:rPr>
                <w:rFonts w:ascii="Verdana" w:hAnsi="Verdana" w:cs="Arial"/>
                <w:b/>
                <w:sz w:val="20"/>
                <w:szCs w:val="20"/>
              </w:rPr>
              <w:t>NEGATIVOS</w:t>
            </w:r>
            <w:r w:rsidRPr="006D0B59">
              <w:rPr>
                <w:rFonts w:ascii="Verdana" w:hAnsi="Verdana" w:cs="Arial"/>
                <w:sz w:val="20"/>
                <w:szCs w:val="20"/>
              </w:rPr>
              <w:t xml:space="preserve">, con respecto al desempeño del </w:t>
            </w:r>
            <w:r w:rsidR="006D0B59">
              <w:rPr>
                <w:rFonts w:ascii="Verdana" w:hAnsi="Verdana" w:cs="Arial"/>
                <w:sz w:val="20"/>
                <w:szCs w:val="20"/>
              </w:rPr>
              <w:t>estudiante</w:t>
            </w:r>
            <w:r w:rsidRPr="006D0B59">
              <w:rPr>
                <w:rFonts w:ascii="Verdana" w:hAnsi="Verdana" w:cs="Arial"/>
                <w:sz w:val="20"/>
                <w:szCs w:val="20"/>
              </w:rPr>
              <w:t xml:space="preserve"> en Práctica.</w:t>
            </w:r>
          </w:p>
        </w:tc>
      </w:tr>
      <w:tr w:rsidR="00713BA1" w:rsidRPr="00E96E83" w14:paraId="2388DBBE" w14:textId="77777777" w:rsidTr="00F97C79">
        <w:trPr>
          <w:trHeight w:val="586"/>
        </w:trPr>
        <w:tc>
          <w:tcPr>
            <w:tcW w:w="8828" w:type="dxa"/>
            <w:shd w:val="clear" w:color="auto" w:fill="auto"/>
          </w:tcPr>
          <w:p w14:paraId="722F1559" w14:textId="74A892C3" w:rsidR="00F97C79" w:rsidRDefault="000D4A0D" w:rsidP="00F97C79">
            <w:pPr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ESCRIBA AQUÍ SI RESPUESTA</w:t>
            </w:r>
          </w:p>
          <w:p w14:paraId="054E2FB5" w14:textId="776EE95C" w:rsidR="00F97C79" w:rsidRPr="00F97C79" w:rsidRDefault="00F97C79" w:rsidP="00F97C79">
            <w:pPr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</w:tbl>
    <w:p w14:paraId="2309F7CF" w14:textId="5074916C" w:rsidR="006D0B59" w:rsidRDefault="00713BA1" w:rsidP="00713BA1">
      <w:r>
        <w:br w:type="page"/>
      </w:r>
    </w:p>
    <w:p w14:paraId="1AF8170B" w14:textId="77777777" w:rsidR="00713BA1" w:rsidRPr="00AC4266" w:rsidRDefault="00713BA1" w:rsidP="00713BA1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0D4A0D" w14:paraId="7C4941DF" w14:textId="77777777" w:rsidTr="00967D15">
        <w:tc>
          <w:tcPr>
            <w:tcW w:w="8828" w:type="dxa"/>
            <w:gridSpan w:val="3"/>
          </w:tcPr>
          <w:p w14:paraId="5CDAD898" w14:textId="77777777" w:rsidR="000D4A0D" w:rsidRDefault="000D4A0D" w:rsidP="00713BA1">
            <w:pPr>
              <w:rPr>
                <w:rFonts w:ascii="Verdana" w:hAnsi="Verdana" w:cs="Arial"/>
                <w:b/>
              </w:rPr>
            </w:pPr>
          </w:p>
          <w:p w14:paraId="33EA0E15" w14:textId="77777777" w:rsidR="000D4A0D" w:rsidRDefault="000D4A0D" w:rsidP="000D4A0D">
            <w:pPr>
              <w:jc w:val="center"/>
              <w:rPr>
                <w:rFonts w:ascii="Verdana" w:hAnsi="Verdana" w:cs="Arial"/>
                <w:b/>
              </w:rPr>
            </w:pPr>
            <w:r w:rsidRPr="00E96E83">
              <w:rPr>
                <w:rFonts w:ascii="Verdana" w:hAnsi="Verdana" w:cs="Arial"/>
                <w:b/>
              </w:rPr>
              <w:t>EVALUACION GLOBAL</w:t>
            </w:r>
          </w:p>
          <w:p w14:paraId="5A4AA282" w14:textId="6C679563" w:rsidR="000D4A0D" w:rsidRDefault="000D4A0D" w:rsidP="000D4A0D">
            <w:pPr>
              <w:jc w:val="center"/>
              <w:rPr>
                <w:rFonts w:ascii="Verdana" w:hAnsi="Verdana" w:cs="Arial"/>
                <w:b/>
              </w:rPr>
            </w:pPr>
          </w:p>
        </w:tc>
      </w:tr>
      <w:tr w:rsidR="000D4A0D" w14:paraId="7A9D2615" w14:textId="77777777" w:rsidTr="00B10C66">
        <w:tc>
          <w:tcPr>
            <w:tcW w:w="8828" w:type="dxa"/>
            <w:gridSpan w:val="3"/>
          </w:tcPr>
          <w:p w14:paraId="467D4C42" w14:textId="77777777" w:rsidR="000D4A0D" w:rsidRPr="00E96E83" w:rsidRDefault="000D4A0D" w:rsidP="000D4A0D">
            <w:pPr>
              <w:jc w:val="center"/>
              <w:rPr>
                <w:rFonts w:ascii="Verdana" w:hAnsi="Verdana" w:cs="Arial"/>
              </w:rPr>
            </w:pPr>
          </w:p>
          <w:p w14:paraId="408260F8" w14:textId="77777777" w:rsidR="000D4A0D" w:rsidRDefault="000D4A0D" w:rsidP="000D4A0D">
            <w:pPr>
              <w:rPr>
                <w:rFonts w:ascii="Verdana" w:hAnsi="Verdana" w:cs="Arial"/>
              </w:rPr>
            </w:pPr>
            <w:r w:rsidRPr="00E96E83">
              <w:rPr>
                <w:rFonts w:ascii="Verdana" w:hAnsi="Verdana" w:cs="Arial"/>
              </w:rPr>
              <w:t>De acuerdo con su criterio, la Práctica Profesional es calificada con el concepto de:</w:t>
            </w:r>
            <w:r>
              <w:rPr>
                <w:rFonts w:ascii="Verdana" w:hAnsi="Verdana" w:cs="Arial"/>
              </w:rPr>
              <w:t xml:space="preserve"> (marque con una X)</w:t>
            </w:r>
          </w:p>
          <w:p w14:paraId="6E6A4C3F" w14:textId="77777777" w:rsidR="000D4A0D" w:rsidRDefault="000D4A0D" w:rsidP="000D4A0D">
            <w:pPr>
              <w:rPr>
                <w:rFonts w:ascii="Verdana" w:hAnsi="Verdana" w:cs="Arial"/>
              </w:rPr>
            </w:pPr>
          </w:p>
          <w:p w14:paraId="4338F1B3" w14:textId="582B3C2F" w:rsidR="000D4A0D" w:rsidRDefault="000D4A0D" w:rsidP="000D4A0D">
            <w:pPr>
              <w:rPr>
                <w:rFonts w:ascii="Verdana" w:hAnsi="Verdana" w:cs="Arial"/>
                <w:b/>
              </w:rPr>
            </w:pPr>
          </w:p>
        </w:tc>
      </w:tr>
      <w:tr w:rsidR="000D4A0D" w14:paraId="7E6A7940" w14:textId="77777777" w:rsidTr="000D4A0D">
        <w:tc>
          <w:tcPr>
            <w:tcW w:w="2942" w:type="dxa"/>
          </w:tcPr>
          <w:p w14:paraId="2601BA73" w14:textId="2B5AA239" w:rsidR="000D4A0D" w:rsidRDefault="000D4A0D" w:rsidP="000D4A0D">
            <w:pPr>
              <w:pStyle w:val="Prrafodelista"/>
              <w:numPr>
                <w:ilvl w:val="0"/>
                <w:numId w:val="7"/>
              </w:numPr>
              <w:jc w:val="center"/>
              <w:rPr>
                <w:rFonts w:ascii="Verdana" w:hAnsi="Verdana" w:cs="Arial"/>
                <w:b/>
              </w:rPr>
            </w:pPr>
            <w:r w:rsidRPr="000D4A0D">
              <w:rPr>
                <w:rFonts w:ascii="Verdana" w:hAnsi="Verdana" w:cs="Arial"/>
                <w:b/>
              </w:rPr>
              <w:t>– 3.9</w:t>
            </w:r>
          </w:p>
          <w:p w14:paraId="79CAED76" w14:textId="30BAF068" w:rsidR="000D4A0D" w:rsidRPr="000D4A0D" w:rsidRDefault="000D4A0D" w:rsidP="000D4A0D">
            <w:pPr>
              <w:jc w:val="center"/>
              <w:rPr>
                <w:rFonts w:ascii="Verdana" w:hAnsi="Verdana" w:cs="Arial"/>
                <w:b/>
              </w:rPr>
            </w:pPr>
            <w:r w:rsidRPr="000D4A0D">
              <w:rPr>
                <w:rFonts w:ascii="Verdana" w:hAnsi="Verdana" w:cs="Arial"/>
                <w:b/>
              </w:rPr>
              <w:t>Reprobado</w:t>
            </w:r>
          </w:p>
        </w:tc>
        <w:tc>
          <w:tcPr>
            <w:tcW w:w="2943" w:type="dxa"/>
          </w:tcPr>
          <w:p w14:paraId="6E071098" w14:textId="47379164" w:rsidR="000D4A0D" w:rsidRDefault="000D4A0D" w:rsidP="000D4A0D">
            <w:pPr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4.0 – 5.9</w:t>
            </w:r>
          </w:p>
          <w:p w14:paraId="7904AF31" w14:textId="2885BD8D" w:rsidR="000D4A0D" w:rsidRDefault="000D4A0D" w:rsidP="000D4A0D">
            <w:pPr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Aprobado</w:t>
            </w:r>
          </w:p>
        </w:tc>
        <w:tc>
          <w:tcPr>
            <w:tcW w:w="2943" w:type="dxa"/>
          </w:tcPr>
          <w:p w14:paraId="52B20324" w14:textId="77777777" w:rsidR="000D4A0D" w:rsidRDefault="000D4A0D" w:rsidP="000D4A0D">
            <w:pPr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6.0 – 7.0</w:t>
            </w:r>
          </w:p>
          <w:p w14:paraId="43C1D739" w14:textId="26B6F760" w:rsidR="000D4A0D" w:rsidRDefault="000D4A0D" w:rsidP="000D4A0D">
            <w:pPr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Distinguido</w:t>
            </w:r>
          </w:p>
        </w:tc>
      </w:tr>
      <w:tr w:rsidR="000D4A0D" w14:paraId="35DDECEE" w14:textId="77777777" w:rsidTr="000D4A0D">
        <w:tc>
          <w:tcPr>
            <w:tcW w:w="2942" w:type="dxa"/>
          </w:tcPr>
          <w:p w14:paraId="240DF9DE" w14:textId="77777777" w:rsidR="000D4A0D" w:rsidRDefault="000D4A0D" w:rsidP="00713BA1">
            <w:pPr>
              <w:rPr>
                <w:rFonts w:ascii="Verdana" w:hAnsi="Verdana" w:cs="Arial"/>
                <w:b/>
              </w:rPr>
            </w:pPr>
          </w:p>
          <w:p w14:paraId="55BA7A65" w14:textId="77777777" w:rsidR="000D4A0D" w:rsidRDefault="000D4A0D" w:rsidP="00713BA1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2943" w:type="dxa"/>
          </w:tcPr>
          <w:p w14:paraId="6DF64F21" w14:textId="77777777" w:rsidR="000D4A0D" w:rsidRDefault="000D4A0D" w:rsidP="00713BA1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2943" w:type="dxa"/>
          </w:tcPr>
          <w:p w14:paraId="1D46880C" w14:textId="77777777" w:rsidR="000D4A0D" w:rsidRDefault="000D4A0D" w:rsidP="00713BA1">
            <w:pPr>
              <w:rPr>
                <w:rFonts w:ascii="Verdana" w:hAnsi="Verdana" w:cs="Arial"/>
                <w:b/>
              </w:rPr>
            </w:pPr>
          </w:p>
        </w:tc>
      </w:tr>
    </w:tbl>
    <w:p w14:paraId="3A98D1C5" w14:textId="77777777" w:rsidR="00713BA1" w:rsidRDefault="00713BA1" w:rsidP="00713BA1">
      <w:pPr>
        <w:rPr>
          <w:rFonts w:ascii="Verdana" w:hAnsi="Verdana" w:cs="Arial"/>
          <w:b/>
        </w:rPr>
      </w:pPr>
    </w:p>
    <w:p w14:paraId="6ABC6238" w14:textId="77777777" w:rsidR="006D0B59" w:rsidRDefault="006D0B59" w:rsidP="00713BA1">
      <w:pPr>
        <w:rPr>
          <w:rFonts w:ascii="Verdana" w:hAnsi="Verdana" w:cs="Arial"/>
          <w:b/>
        </w:rPr>
      </w:pPr>
    </w:p>
    <w:p w14:paraId="13B45091" w14:textId="77777777" w:rsidR="00713BA1" w:rsidRDefault="00713BA1" w:rsidP="00713BA1">
      <w:pPr>
        <w:rPr>
          <w:rFonts w:ascii="Verdana" w:hAnsi="Verdana" w:cs="Arial"/>
          <w:b/>
        </w:rPr>
      </w:pPr>
    </w:p>
    <w:p w14:paraId="07838C51" w14:textId="77777777" w:rsidR="00713BA1" w:rsidRPr="00713BA1" w:rsidRDefault="00713BA1" w:rsidP="00713BA1">
      <w:pPr>
        <w:rPr>
          <w:rFonts w:ascii="Verdana" w:hAnsi="Verdana" w:cs="Arial"/>
          <w:b/>
          <w:sz w:val="20"/>
          <w:szCs w:val="20"/>
        </w:rPr>
      </w:pPr>
      <w:r w:rsidRPr="00713BA1">
        <w:rPr>
          <w:rFonts w:ascii="Verdana" w:hAnsi="Verdana" w:cs="Arial"/>
          <w:b/>
          <w:sz w:val="20"/>
          <w:szCs w:val="20"/>
        </w:rPr>
        <w:t xml:space="preserve">          FIRMA Y TIMBRE</w:t>
      </w:r>
      <w:r w:rsidRPr="00713BA1">
        <w:rPr>
          <w:rFonts w:ascii="Verdana" w:hAnsi="Verdana" w:cs="Arial"/>
          <w:b/>
          <w:sz w:val="20"/>
          <w:szCs w:val="20"/>
        </w:rPr>
        <w:tab/>
      </w:r>
      <w:r w:rsidRPr="00713BA1">
        <w:rPr>
          <w:rFonts w:ascii="Verdana" w:hAnsi="Verdana" w:cs="Arial"/>
          <w:b/>
          <w:sz w:val="20"/>
          <w:szCs w:val="20"/>
        </w:rPr>
        <w:tab/>
      </w:r>
      <w:r w:rsidRPr="00713BA1">
        <w:rPr>
          <w:rFonts w:ascii="Verdana" w:hAnsi="Verdana" w:cs="Arial"/>
          <w:b/>
          <w:sz w:val="20"/>
          <w:szCs w:val="20"/>
        </w:rPr>
        <w:tab/>
      </w:r>
      <w:r w:rsidRPr="00713BA1">
        <w:rPr>
          <w:rFonts w:ascii="Verdana" w:hAnsi="Verdana" w:cs="Arial"/>
          <w:b/>
          <w:sz w:val="20"/>
          <w:szCs w:val="20"/>
        </w:rPr>
        <w:tab/>
      </w:r>
      <w:r w:rsidRPr="00713BA1">
        <w:rPr>
          <w:rFonts w:ascii="Verdana" w:hAnsi="Verdana" w:cs="Arial"/>
          <w:b/>
          <w:sz w:val="20"/>
          <w:szCs w:val="20"/>
        </w:rPr>
        <w:tab/>
        <w:t xml:space="preserve">       Vº Bº </w:t>
      </w:r>
    </w:p>
    <w:p w14:paraId="5CAAB765" w14:textId="357C7959" w:rsidR="00713BA1" w:rsidRPr="00713BA1" w:rsidRDefault="00713BA1" w:rsidP="00713BA1">
      <w:pPr>
        <w:rPr>
          <w:rFonts w:ascii="Verdana" w:hAnsi="Verdana" w:cs="Arial"/>
          <w:b/>
          <w:sz w:val="20"/>
          <w:szCs w:val="20"/>
        </w:rPr>
      </w:pPr>
      <w:r w:rsidRPr="00713BA1">
        <w:rPr>
          <w:rFonts w:ascii="Verdana" w:hAnsi="Verdana" w:cs="Arial"/>
          <w:b/>
          <w:sz w:val="20"/>
          <w:szCs w:val="20"/>
        </w:rPr>
        <w:t>SUPERVISOR CALIFICADOR</w:t>
      </w:r>
      <w:r w:rsidRPr="00713BA1"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 xml:space="preserve">        </w:t>
      </w:r>
      <w:r w:rsidRPr="00713BA1">
        <w:rPr>
          <w:rFonts w:ascii="Verdana" w:hAnsi="Verdana" w:cs="Arial"/>
          <w:b/>
          <w:sz w:val="20"/>
          <w:szCs w:val="20"/>
        </w:rPr>
        <w:t xml:space="preserve">   JEFE LABORATORIO/DEPARTAMENTO</w:t>
      </w:r>
    </w:p>
    <w:p w14:paraId="7BBDC86D" w14:textId="77777777" w:rsidR="00713BA1" w:rsidRDefault="00713BA1" w:rsidP="00713BA1">
      <w:pPr>
        <w:jc w:val="both"/>
        <w:rPr>
          <w:rFonts w:ascii="Arial" w:hAnsi="Arial" w:cs="Arial"/>
          <w:b/>
        </w:rPr>
      </w:pPr>
    </w:p>
    <w:p w14:paraId="3ABEE73F" w14:textId="77777777" w:rsidR="00713BA1" w:rsidRDefault="00713BA1" w:rsidP="00713BA1">
      <w:pPr>
        <w:jc w:val="both"/>
        <w:rPr>
          <w:rFonts w:ascii="Arial" w:hAnsi="Arial" w:cs="Arial"/>
          <w:b/>
        </w:rPr>
      </w:pPr>
    </w:p>
    <w:p w14:paraId="79F9DF59" w14:textId="77777777" w:rsidR="00713BA1" w:rsidRPr="00BF385C" w:rsidRDefault="00713BA1" w:rsidP="00713BA1">
      <w:pPr>
        <w:jc w:val="both"/>
        <w:rPr>
          <w:rFonts w:ascii="Arial" w:hAnsi="Arial" w:cs="Arial"/>
          <w:b/>
        </w:rPr>
      </w:pPr>
    </w:p>
    <w:p w14:paraId="01FA6467" w14:textId="77777777" w:rsidR="00713BA1" w:rsidRPr="00BF385C" w:rsidRDefault="00713BA1" w:rsidP="00713BA1">
      <w:pPr>
        <w:jc w:val="center"/>
        <w:rPr>
          <w:rFonts w:ascii="Verdana" w:hAnsi="Verdana" w:cs="Arial"/>
          <w:b/>
        </w:rPr>
      </w:pPr>
      <w:r w:rsidRPr="00BF385C">
        <w:rPr>
          <w:rFonts w:ascii="Verdana" w:hAnsi="Verdana" w:cs="Arial"/>
          <w:b/>
        </w:rPr>
        <w:t xml:space="preserve">FIRMA Y TIMBRE </w:t>
      </w:r>
    </w:p>
    <w:p w14:paraId="7376150E" w14:textId="7FB31294" w:rsidR="00E43AC6" w:rsidRDefault="00713BA1" w:rsidP="00713BA1">
      <w:pPr>
        <w:jc w:val="center"/>
        <w:rPr>
          <w:rFonts w:ascii="FrutigerLTStd-Light" w:hAnsi="FrutigerLTStd-Light" w:cs="FrutigerLTStd-Light"/>
          <w:sz w:val="20"/>
          <w:szCs w:val="20"/>
        </w:rPr>
      </w:pPr>
      <w:r w:rsidRPr="00BF385C">
        <w:rPr>
          <w:rFonts w:ascii="Verdana" w:hAnsi="Verdana" w:cs="Arial"/>
          <w:b/>
        </w:rPr>
        <w:t>JEFE DE PERSONAL</w:t>
      </w:r>
    </w:p>
    <w:p w14:paraId="1412A0BE" w14:textId="6E557E72" w:rsidR="00E43AC6" w:rsidRDefault="00E43AC6" w:rsidP="00F81200">
      <w:pPr>
        <w:autoSpaceDE w:val="0"/>
        <w:autoSpaceDN w:val="0"/>
        <w:adjustRightInd w:val="0"/>
        <w:spacing w:after="0" w:line="240" w:lineRule="auto"/>
      </w:pPr>
    </w:p>
    <w:sectPr w:rsidR="00E43AC6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D4F9B" w14:textId="77777777" w:rsidR="00720BAD" w:rsidRDefault="00720BAD" w:rsidP="000D4A0D">
      <w:pPr>
        <w:spacing w:after="0" w:line="240" w:lineRule="auto"/>
      </w:pPr>
      <w:r>
        <w:separator/>
      </w:r>
    </w:p>
  </w:endnote>
  <w:endnote w:type="continuationSeparator" w:id="0">
    <w:p w14:paraId="02B768EB" w14:textId="77777777" w:rsidR="00720BAD" w:rsidRDefault="00720BAD" w:rsidP="000D4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ZapfCalligr BT">
    <w:altName w:val="Book Antiqua"/>
    <w:charset w:val="00"/>
    <w:family w:val="roman"/>
    <w:pitch w:val="variable"/>
    <w:sig w:usb0="00000007" w:usb1="00000000" w:usb2="00000000" w:usb3="00000000" w:csb0="00000011" w:csb1="00000000"/>
  </w:font>
  <w:font w:name="FrutigerLTStd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19CE2" w14:textId="77777777" w:rsidR="00720BAD" w:rsidRDefault="00720BAD" w:rsidP="000D4A0D">
      <w:pPr>
        <w:spacing w:after="0" w:line="240" w:lineRule="auto"/>
      </w:pPr>
      <w:r>
        <w:separator/>
      </w:r>
    </w:p>
  </w:footnote>
  <w:footnote w:type="continuationSeparator" w:id="0">
    <w:p w14:paraId="39A5D7D6" w14:textId="77777777" w:rsidR="00720BAD" w:rsidRDefault="00720BAD" w:rsidP="000D4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74C6D" w14:textId="7E42E42E" w:rsidR="000D4A0D" w:rsidRDefault="000D4A0D" w:rsidP="000D4A0D">
    <w:pPr>
      <w:pStyle w:val="Encabezado"/>
      <w:jc w:val="right"/>
    </w:pPr>
    <w:r>
      <w:rPr>
        <w:noProof/>
      </w:rPr>
      <w:drawing>
        <wp:inline distT="0" distB="0" distL="0" distR="0" wp14:anchorId="6738B132" wp14:editId="5E0C6621">
          <wp:extent cx="4276725" cy="1402715"/>
          <wp:effectExtent l="0" t="0" r="9525" b="6985"/>
          <wp:docPr id="1735149732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5149732" name="Imagen 1" descr="Logotipo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795"/>
                  <a:stretch/>
                </pic:blipFill>
                <pic:spPr bwMode="auto">
                  <a:xfrm>
                    <a:off x="0" y="0"/>
                    <a:ext cx="4276725" cy="14027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67377"/>
    <w:multiLevelType w:val="hybridMultilevel"/>
    <w:tmpl w:val="E4B82582"/>
    <w:lvl w:ilvl="0" w:tplc="CFB01F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55E6B9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77693"/>
    <w:multiLevelType w:val="hybridMultilevel"/>
    <w:tmpl w:val="5B065086"/>
    <w:lvl w:ilvl="0" w:tplc="CFB01F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4A3EF6"/>
    <w:multiLevelType w:val="hybridMultilevel"/>
    <w:tmpl w:val="53F42514"/>
    <w:lvl w:ilvl="0" w:tplc="040A000F">
      <w:start w:val="1"/>
      <w:numFmt w:val="decimal"/>
      <w:lvlText w:val="%1.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7E17E46"/>
    <w:multiLevelType w:val="hybridMultilevel"/>
    <w:tmpl w:val="CEC84372"/>
    <w:lvl w:ilvl="0" w:tplc="BDCE001C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3EC02A5"/>
    <w:multiLevelType w:val="hybridMultilevel"/>
    <w:tmpl w:val="4BDCA9F0"/>
    <w:lvl w:ilvl="0" w:tplc="01EE619E">
      <w:start w:val="2"/>
      <w:numFmt w:val="decimal"/>
      <w:lvlText w:val="%1-"/>
      <w:lvlJc w:val="left"/>
      <w:pPr>
        <w:ind w:left="1146" w:hanging="360"/>
      </w:pPr>
      <w:rPr>
        <w:rFonts w:hint="default"/>
        <w:color w:val="000000" w:themeColor="text1"/>
      </w:rPr>
    </w:lvl>
    <w:lvl w:ilvl="1" w:tplc="040A0019" w:tentative="1">
      <w:start w:val="1"/>
      <w:numFmt w:val="lowerLetter"/>
      <w:lvlText w:val="%2."/>
      <w:lvlJc w:val="left"/>
      <w:pPr>
        <w:ind w:left="1866" w:hanging="360"/>
      </w:pPr>
    </w:lvl>
    <w:lvl w:ilvl="2" w:tplc="040A001B" w:tentative="1">
      <w:start w:val="1"/>
      <w:numFmt w:val="lowerRoman"/>
      <w:lvlText w:val="%3."/>
      <w:lvlJc w:val="right"/>
      <w:pPr>
        <w:ind w:left="2586" w:hanging="180"/>
      </w:pPr>
    </w:lvl>
    <w:lvl w:ilvl="3" w:tplc="040A000F" w:tentative="1">
      <w:start w:val="1"/>
      <w:numFmt w:val="decimal"/>
      <w:lvlText w:val="%4."/>
      <w:lvlJc w:val="left"/>
      <w:pPr>
        <w:ind w:left="3306" w:hanging="360"/>
      </w:pPr>
    </w:lvl>
    <w:lvl w:ilvl="4" w:tplc="040A0019" w:tentative="1">
      <w:start w:val="1"/>
      <w:numFmt w:val="lowerLetter"/>
      <w:lvlText w:val="%5."/>
      <w:lvlJc w:val="left"/>
      <w:pPr>
        <w:ind w:left="4026" w:hanging="360"/>
      </w:pPr>
    </w:lvl>
    <w:lvl w:ilvl="5" w:tplc="040A001B" w:tentative="1">
      <w:start w:val="1"/>
      <w:numFmt w:val="lowerRoman"/>
      <w:lvlText w:val="%6."/>
      <w:lvlJc w:val="right"/>
      <w:pPr>
        <w:ind w:left="4746" w:hanging="180"/>
      </w:pPr>
    </w:lvl>
    <w:lvl w:ilvl="6" w:tplc="040A000F" w:tentative="1">
      <w:start w:val="1"/>
      <w:numFmt w:val="decimal"/>
      <w:lvlText w:val="%7."/>
      <w:lvlJc w:val="left"/>
      <w:pPr>
        <w:ind w:left="5466" w:hanging="360"/>
      </w:pPr>
    </w:lvl>
    <w:lvl w:ilvl="7" w:tplc="040A0019" w:tentative="1">
      <w:start w:val="1"/>
      <w:numFmt w:val="lowerLetter"/>
      <w:lvlText w:val="%8."/>
      <w:lvlJc w:val="left"/>
      <w:pPr>
        <w:ind w:left="6186" w:hanging="360"/>
      </w:pPr>
    </w:lvl>
    <w:lvl w:ilvl="8" w:tplc="0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A903AB6"/>
    <w:multiLevelType w:val="hybridMultilevel"/>
    <w:tmpl w:val="305A6660"/>
    <w:lvl w:ilvl="0" w:tplc="E64A2DC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67A26"/>
    <w:multiLevelType w:val="multilevel"/>
    <w:tmpl w:val="AA306CD4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2520"/>
      </w:pPr>
      <w:rPr>
        <w:rFonts w:hint="default"/>
      </w:rPr>
    </w:lvl>
  </w:abstractNum>
  <w:num w:numId="1" w16cid:durableId="1546453672">
    <w:abstractNumId w:val="5"/>
  </w:num>
  <w:num w:numId="2" w16cid:durableId="662196254">
    <w:abstractNumId w:val="0"/>
  </w:num>
  <w:num w:numId="3" w16cid:durableId="2146508260">
    <w:abstractNumId w:val="2"/>
  </w:num>
  <w:num w:numId="4" w16cid:durableId="1097746973">
    <w:abstractNumId w:val="3"/>
  </w:num>
  <w:num w:numId="5" w16cid:durableId="1104766343">
    <w:abstractNumId w:val="4"/>
  </w:num>
  <w:num w:numId="6" w16cid:durableId="1528761893">
    <w:abstractNumId w:val="1"/>
  </w:num>
  <w:num w:numId="7" w16cid:durableId="13661032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AC6"/>
    <w:rsid w:val="000003DE"/>
    <w:rsid w:val="0000106B"/>
    <w:rsid w:val="000023E5"/>
    <w:rsid w:val="000024BE"/>
    <w:rsid w:val="00002938"/>
    <w:rsid w:val="00002D61"/>
    <w:rsid w:val="00003652"/>
    <w:rsid w:val="00003D3B"/>
    <w:rsid w:val="00003DD1"/>
    <w:rsid w:val="0000514B"/>
    <w:rsid w:val="00007279"/>
    <w:rsid w:val="00007BB0"/>
    <w:rsid w:val="00010C9C"/>
    <w:rsid w:val="00011A73"/>
    <w:rsid w:val="000138A1"/>
    <w:rsid w:val="0001424E"/>
    <w:rsid w:val="000168BA"/>
    <w:rsid w:val="00017A08"/>
    <w:rsid w:val="000205C4"/>
    <w:rsid w:val="00020B00"/>
    <w:rsid w:val="000215B7"/>
    <w:rsid w:val="00021B2A"/>
    <w:rsid w:val="00023F6F"/>
    <w:rsid w:val="00024AEC"/>
    <w:rsid w:val="000252BC"/>
    <w:rsid w:val="0002608E"/>
    <w:rsid w:val="000264D2"/>
    <w:rsid w:val="00026ACA"/>
    <w:rsid w:val="00026F13"/>
    <w:rsid w:val="00026F35"/>
    <w:rsid w:val="000272FB"/>
    <w:rsid w:val="00027674"/>
    <w:rsid w:val="00027839"/>
    <w:rsid w:val="00030B98"/>
    <w:rsid w:val="00030E8C"/>
    <w:rsid w:val="00031673"/>
    <w:rsid w:val="00031A19"/>
    <w:rsid w:val="00031D42"/>
    <w:rsid w:val="000322F3"/>
    <w:rsid w:val="000324E7"/>
    <w:rsid w:val="00032669"/>
    <w:rsid w:val="000338BD"/>
    <w:rsid w:val="000346B4"/>
    <w:rsid w:val="000349C0"/>
    <w:rsid w:val="00036102"/>
    <w:rsid w:val="00037381"/>
    <w:rsid w:val="00037CBC"/>
    <w:rsid w:val="00040283"/>
    <w:rsid w:val="00040E76"/>
    <w:rsid w:val="000413F7"/>
    <w:rsid w:val="00041655"/>
    <w:rsid w:val="00043173"/>
    <w:rsid w:val="00043BBF"/>
    <w:rsid w:val="00043CEA"/>
    <w:rsid w:val="0004545A"/>
    <w:rsid w:val="0004571B"/>
    <w:rsid w:val="0004584C"/>
    <w:rsid w:val="000462E4"/>
    <w:rsid w:val="00046AFE"/>
    <w:rsid w:val="00050494"/>
    <w:rsid w:val="00050C83"/>
    <w:rsid w:val="00051E61"/>
    <w:rsid w:val="00052010"/>
    <w:rsid w:val="0005348D"/>
    <w:rsid w:val="00054043"/>
    <w:rsid w:val="0005480E"/>
    <w:rsid w:val="00054B0F"/>
    <w:rsid w:val="00055552"/>
    <w:rsid w:val="0005684D"/>
    <w:rsid w:val="00057562"/>
    <w:rsid w:val="000578F2"/>
    <w:rsid w:val="00060FDE"/>
    <w:rsid w:val="000611F8"/>
    <w:rsid w:val="000618F5"/>
    <w:rsid w:val="0006334C"/>
    <w:rsid w:val="000634CF"/>
    <w:rsid w:val="000640D4"/>
    <w:rsid w:val="00064B3B"/>
    <w:rsid w:val="00066D65"/>
    <w:rsid w:val="000673BA"/>
    <w:rsid w:val="0006791C"/>
    <w:rsid w:val="000679EF"/>
    <w:rsid w:val="00070BF3"/>
    <w:rsid w:val="000710EF"/>
    <w:rsid w:val="00071997"/>
    <w:rsid w:val="00071E96"/>
    <w:rsid w:val="0007213E"/>
    <w:rsid w:val="00073051"/>
    <w:rsid w:val="000737B9"/>
    <w:rsid w:val="00073E78"/>
    <w:rsid w:val="0007413A"/>
    <w:rsid w:val="00075909"/>
    <w:rsid w:val="00076A4D"/>
    <w:rsid w:val="000777C7"/>
    <w:rsid w:val="00077BCC"/>
    <w:rsid w:val="00077DF9"/>
    <w:rsid w:val="00080FB6"/>
    <w:rsid w:val="00080FF6"/>
    <w:rsid w:val="00081988"/>
    <w:rsid w:val="00082052"/>
    <w:rsid w:val="0008394B"/>
    <w:rsid w:val="00083BB6"/>
    <w:rsid w:val="0008405B"/>
    <w:rsid w:val="000859D6"/>
    <w:rsid w:val="000863A1"/>
    <w:rsid w:val="00086B57"/>
    <w:rsid w:val="0008785D"/>
    <w:rsid w:val="00091672"/>
    <w:rsid w:val="00092ADA"/>
    <w:rsid w:val="00093336"/>
    <w:rsid w:val="00093498"/>
    <w:rsid w:val="00093822"/>
    <w:rsid w:val="00093969"/>
    <w:rsid w:val="00093A65"/>
    <w:rsid w:val="00094F6A"/>
    <w:rsid w:val="00095867"/>
    <w:rsid w:val="0009590E"/>
    <w:rsid w:val="00095E7D"/>
    <w:rsid w:val="0009643A"/>
    <w:rsid w:val="00096702"/>
    <w:rsid w:val="00096748"/>
    <w:rsid w:val="000A0864"/>
    <w:rsid w:val="000A0CAB"/>
    <w:rsid w:val="000A0E6D"/>
    <w:rsid w:val="000A1078"/>
    <w:rsid w:val="000A12C1"/>
    <w:rsid w:val="000A3048"/>
    <w:rsid w:val="000B143B"/>
    <w:rsid w:val="000B1B8B"/>
    <w:rsid w:val="000B1DA5"/>
    <w:rsid w:val="000B1EAD"/>
    <w:rsid w:val="000B411C"/>
    <w:rsid w:val="000B4426"/>
    <w:rsid w:val="000B4CEC"/>
    <w:rsid w:val="000B5E1E"/>
    <w:rsid w:val="000B7633"/>
    <w:rsid w:val="000C044B"/>
    <w:rsid w:val="000C0946"/>
    <w:rsid w:val="000C150B"/>
    <w:rsid w:val="000C30F9"/>
    <w:rsid w:val="000C3EC1"/>
    <w:rsid w:val="000C6666"/>
    <w:rsid w:val="000C67F2"/>
    <w:rsid w:val="000C6AE5"/>
    <w:rsid w:val="000D149D"/>
    <w:rsid w:val="000D1DE0"/>
    <w:rsid w:val="000D310F"/>
    <w:rsid w:val="000D394E"/>
    <w:rsid w:val="000D4766"/>
    <w:rsid w:val="000D4A0D"/>
    <w:rsid w:val="000D4BB9"/>
    <w:rsid w:val="000D5FBD"/>
    <w:rsid w:val="000D7741"/>
    <w:rsid w:val="000E095C"/>
    <w:rsid w:val="000E09E2"/>
    <w:rsid w:val="000E0A03"/>
    <w:rsid w:val="000E1BA5"/>
    <w:rsid w:val="000E1DDA"/>
    <w:rsid w:val="000E2441"/>
    <w:rsid w:val="000E4020"/>
    <w:rsid w:val="000E4AC4"/>
    <w:rsid w:val="000E7776"/>
    <w:rsid w:val="000E77A7"/>
    <w:rsid w:val="000F0784"/>
    <w:rsid w:val="000F15C2"/>
    <w:rsid w:val="000F3D8B"/>
    <w:rsid w:val="000F4513"/>
    <w:rsid w:val="000F4C0B"/>
    <w:rsid w:val="000F4DC2"/>
    <w:rsid w:val="000F5D36"/>
    <w:rsid w:val="00101710"/>
    <w:rsid w:val="0010216F"/>
    <w:rsid w:val="0010231B"/>
    <w:rsid w:val="0010343D"/>
    <w:rsid w:val="00104171"/>
    <w:rsid w:val="00105369"/>
    <w:rsid w:val="001055F0"/>
    <w:rsid w:val="001061AC"/>
    <w:rsid w:val="001068CD"/>
    <w:rsid w:val="00107829"/>
    <w:rsid w:val="00107892"/>
    <w:rsid w:val="00110A2F"/>
    <w:rsid w:val="00110D81"/>
    <w:rsid w:val="00111678"/>
    <w:rsid w:val="00112618"/>
    <w:rsid w:val="0011381D"/>
    <w:rsid w:val="00113A1F"/>
    <w:rsid w:val="00114820"/>
    <w:rsid w:val="001148F1"/>
    <w:rsid w:val="001153E5"/>
    <w:rsid w:val="001163CD"/>
    <w:rsid w:val="00116C95"/>
    <w:rsid w:val="00117031"/>
    <w:rsid w:val="00121DF6"/>
    <w:rsid w:val="00121FD8"/>
    <w:rsid w:val="00124040"/>
    <w:rsid w:val="001243EF"/>
    <w:rsid w:val="00124D67"/>
    <w:rsid w:val="00127FE8"/>
    <w:rsid w:val="001305AB"/>
    <w:rsid w:val="0013085A"/>
    <w:rsid w:val="00130EE4"/>
    <w:rsid w:val="001315A3"/>
    <w:rsid w:val="00132169"/>
    <w:rsid w:val="001338C3"/>
    <w:rsid w:val="00133F10"/>
    <w:rsid w:val="00133F25"/>
    <w:rsid w:val="001341B7"/>
    <w:rsid w:val="00135550"/>
    <w:rsid w:val="001360A9"/>
    <w:rsid w:val="00136202"/>
    <w:rsid w:val="0013705F"/>
    <w:rsid w:val="00140377"/>
    <w:rsid w:val="00142BC2"/>
    <w:rsid w:val="00142F8F"/>
    <w:rsid w:val="001436D2"/>
    <w:rsid w:val="00144099"/>
    <w:rsid w:val="0014461C"/>
    <w:rsid w:val="00144E50"/>
    <w:rsid w:val="0014628D"/>
    <w:rsid w:val="001466F7"/>
    <w:rsid w:val="00146EC4"/>
    <w:rsid w:val="0015025A"/>
    <w:rsid w:val="00152812"/>
    <w:rsid w:val="00152A12"/>
    <w:rsid w:val="00152D67"/>
    <w:rsid w:val="001531F2"/>
    <w:rsid w:val="00156902"/>
    <w:rsid w:val="00157D11"/>
    <w:rsid w:val="00160A3C"/>
    <w:rsid w:val="0016124A"/>
    <w:rsid w:val="0016143C"/>
    <w:rsid w:val="00161664"/>
    <w:rsid w:val="00161D40"/>
    <w:rsid w:val="00162162"/>
    <w:rsid w:val="00162C3E"/>
    <w:rsid w:val="00163408"/>
    <w:rsid w:val="00163CA4"/>
    <w:rsid w:val="001650C6"/>
    <w:rsid w:val="00165DA2"/>
    <w:rsid w:val="00166634"/>
    <w:rsid w:val="00167293"/>
    <w:rsid w:val="00167478"/>
    <w:rsid w:val="001675E6"/>
    <w:rsid w:val="00167833"/>
    <w:rsid w:val="00167969"/>
    <w:rsid w:val="001725AB"/>
    <w:rsid w:val="00173C0E"/>
    <w:rsid w:val="001744C5"/>
    <w:rsid w:val="001748E8"/>
    <w:rsid w:val="00174D89"/>
    <w:rsid w:val="001758C5"/>
    <w:rsid w:val="001765AB"/>
    <w:rsid w:val="00180B79"/>
    <w:rsid w:val="00182783"/>
    <w:rsid w:val="00182AD0"/>
    <w:rsid w:val="00182D3A"/>
    <w:rsid w:val="00183144"/>
    <w:rsid w:val="00183B08"/>
    <w:rsid w:val="00183E3C"/>
    <w:rsid w:val="00185CD6"/>
    <w:rsid w:val="0018610F"/>
    <w:rsid w:val="001861AE"/>
    <w:rsid w:val="0018625B"/>
    <w:rsid w:val="00186354"/>
    <w:rsid w:val="00186507"/>
    <w:rsid w:val="001865BC"/>
    <w:rsid w:val="00187101"/>
    <w:rsid w:val="00187876"/>
    <w:rsid w:val="00190638"/>
    <w:rsid w:val="00192938"/>
    <w:rsid w:val="00193CE6"/>
    <w:rsid w:val="00193E20"/>
    <w:rsid w:val="00194101"/>
    <w:rsid w:val="0019427A"/>
    <w:rsid w:val="0019468F"/>
    <w:rsid w:val="00194DDD"/>
    <w:rsid w:val="00195E8B"/>
    <w:rsid w:val="00196400"/>
    <w:rsid w:val="001A1417"/>
    <w:rsid w:val="001A16EC"/>
    <w:rsid w:val="001A1790"/>
    <w:rsid w:val="001A1F27"/>
    <w:rsid w:val="001A284F"/>
    <w:rsid w:val="001A30F6"/>
    <w:rsid w:val="001A3BCE"/>
    <w:rsid w:val="001A3F59"/>
    <w:rsid w:val="001A5008"/>
    <w:rsid w:val="001A510E"/>
    <w:rsid w:val="001A574F"/>
    <w:rsid w:val="001A581E"/>
    <w:rsid w:val="001A58DE"/>
    <w:rsid w:val="001A6669"/>
    <w:rsid w:val="001A76C1"/>
    <w:rsid w:val="001B0811"/>
    <w:rsid w:val="001B0D65"/>
    <w:rsid w:val="001B0E9F"/>
    <w:rsid w:val="001B1806"/>
    <w:rsid w:val="001B36F4"/>
    <w:rsid w:val="001B37C5"/>
    <w:rsid w:val="001B4071"/>
    <w:rsid w:val="001B4F35"/>
    <w:rsid w:val="001B5B5C"/>
    <w:rsid w:val="001B5FA1"/>
    <w:rsid w:val="001B7AA3"/>
    <w:rsid w:val="001B7B36"/>
    <w:rsid w:val="001C0638"/>
    <w:rsid w:val="001C3673"/>
    <w:rsid w:val="001C56B8"/>
    <w:rsid w:val="001C5855"/>
    <w:rsid w:val="001C61B0"/>
    <w:rsid w:val="001C6927"/>
    <w:rsid w:val="001D1305"/>
    <w:rsid w:val="001D1CCE"/>
    <w:rsid w:val="001D2088"/>
    <w:rsid w:val="001D2FEA"/>
    <w:rsid w:val="001D3316"/>
    <w:rsid w:val="001D3737"/>
    <w:rsid w:val="001D4458"/>
    <w:rsid w:val="001D48AB"/>
    <w:rsid w:val="001D4B04"/>
    <w:rsid w:val="001D5520"/>
    <w:rsid w:val="001D5AD3"/>
    <w:rsid w:val="001D6CBF"/>
    <w:rsid w:val="001E06EA"/>
    <w:rsid w:val="001E0B91"/>
    <w:rsid w:val="001E108B"/>
    <w:rsid w:val="001E1D38"/>
    <w:rsid w:val="001E1E66"/>
    <w:rsid w:val="001E2852"/>
    <w:rsid w:val="001E2B42"/>
    <w:rsid w:val="001E2E0D"/>
    <w:rsid w:val="001E401C"/>
    <w:rsid w:val="001E555E"/>
    <w:rsid w:val="001E6A77"/>
    <w:rsid w:val="001E7788"/>
    <w:rsid w:val="001F0378"/>
    <w:rsid w:val="001F0A09"/>
    <w:rsid w:val="001F11A9"/>
    <w:rsid w:val="001F1C5B"/>
    <w:rsid w:val="001F2711"/>
    <w:rsid w:val="001F27C5"/>
    <w:rsid w:val="001F3194"/>
    <w:rsid w:val="001F3567"/>
    <w:rsid w:val="001F42ED"/>
    <w:rsid w:val="001F4643"/>
    <w:rsid w:val="001F5744"/>
    <w:rsid w:val="001F6D96"/>
    <w:rsid w:val="001F795C"/>
    <w:rsid w:val="002000DE"/>
    <w:rsid w:val="0020031A"/>
    <w:rsid w:val="002008B3"/>
    <w:rsid w:val="002012E7"/>
    <w:rsid w:val="0020138E"/>
    <w:rsid w:val="00201758"/>
    <w:rsid w:val="00201A31"/>
    <w:rsid w:val="00202643"/>
    <w:rsid w:val="0020287E"/>
    <w:rsid w:val="00203076"/>
    <w:rsid w:val="00203D12"/>
    <w:rsid w:val="002043E7"/>
    <w:rsid w:val="00206C45"/>
    <w:rsid w:val="00207D60"/>
    <w:rsid w:val="00207E8A"/>
    <w:rsid w:val="002109E8"/>
    <w:rsid w:val="00211D9A"/>
    <w:rsid w:val="002133BC"/>
    <w:rsid w:val="0021352E"/>
    <w:rsid w:val="00214D36"/>
    <w:rsid w:val="00215B37"/>
    <w:rsid w:val="00215F44"/>
    <w:rsid w:val="002173DF"/>
    <w:rsid w:val="00217A3F"/>
    <w:rsid w:val="002201E1"/>
    <w:rsid w:val="00220F6B"/>
    <w:rsid w:val="00221D12"/>
    <w:rsid w:val="0022299C"/>
    <w:rsid w:val="00222C29"/>
    <w:rsid w:val="00223ECD"/>
    <w:rsid w:val="002247BB"/>
    <w:rsid w:val="00226AF1"/>
    <w:rsid w:val="002276CE"/>
    <w:rsid w:val="002279F2"/>
    <w:rsid w:val="002279FC"/>
    <w:rsid w:val="0023008A"/>
    <w:rsid w:val="00231947"/>
    <w:rsid w:val="00231C33"/>
    <w:rsid w:val="002337B6"/>
    <w:rsid w:val="00236247"/>
    <w:rsid w:val="002366BF"/>
    <w:rsid w:val="002374CF"/>
    <w:rsid w:val="00240893"/>
    <w:rsid w:val="002410E1"/>
    <w:rsid w:val="0024221C"/>
    <w:rsid w:val="00245051"/>
    <w:rsid w:val="00245475"/>
    <w:rsid w:val="00245E53"/>
    <w:rsid w:val="00247441"/>
    <w:rsid w:val="00247EFB"/>
    <w:rsid w:val="00250D2D"/>
    <w:rsid w:val="002512A8"/>
    <w:rsid w:val="00251D7F"/>
    <w:rsid w:val="00251E44"/>
    <w:rsid w:val="002533FF"/>
    <w:rsid w:val="00254061"/>
    <w:rsid w:val="00255315"/>
    <w:rsid w:val="002556BD"/>
    <w:rsid w:val="00255FC6"/>
    <w:rsid w:val="002564A5"/>
    <w:rsid w:val="002564DD"/>
    <w:rsid w:val="00257274"/>
    <w:rsid w:val="00260163"/>
    <w:rsid w:val="00261123"/>
    <w:rsid w:val="00261786"/>
    <w:rsid w:val="00262040"/>
    <w:rsid w:val="002638A8"/>
    <w:rsid w:val="002659DA"/>
    <w:rsid w:val="00265C25"/>
    <w:rsid w:val="00267B3E"/>
    <w:rsid w:val="002701A6"/>
    <w:rsid w:val="00271008"/>
    <w:rsid w:val="00271601"/>
    <w:rsid w:val="00271A52"/>
    <w:rsid w:val="00273A6D"/>
    <w:rsid w:val="00274194"/>
    <w:rsid w:val="00274983"/>
    <w:rsid w:val="00275358"/>
    <w:rsid w:val="002759E4"/>
    <w:rsid w:val="0027663C"/>
    <w:rsid w:val="00276CE8"/>
    <w:rsid w:val="0028015D"/>
    <w:rsid w:val="002824D5"/>
    <w:rsid w:val="00283D0D"/>
    <w:rsid w:val="00284198"/>
    <w:rsid w:val="002854D6"/>
    <w:rsid w:val="0028626B"/>
    <w:rsid w:val="00287260"/>
    <w:rsid w:val="00287AA2"/>
    <w:rsid w:val="00290B5B"/>
    <w:rsid w:val="00290D32"/>
    <w:rsid w:val="0029174E"/>
    <w:rsid w:val="002922A1"/>
    <w:rsid w:val="002922BF"/>
    <w:rsid w:val="00292856"/>
    <w:rsid w:val="0029292F"/>
    <w:rsid w:val="002929C2"/>
    <w:rsid w:val="00294838"/>
    <w:rsid w:val="00294932"/>
    <w:rsid w:val="002950B8"/>
    <w:rsid w:val="0029556F"/>
    <w:rsid w:val="00295660"/>
    <w:rsid w:val="00295F7D"/>
    <w:rsid w:val="002963AF"/>
    <w:rsid w:val="0029648E"/>
    <w:rsid w:val="002966F4"/>
    <w:rsid w:val="00297DE6"/>
    <w:rsid w:val="00297F0C"/>
    <w:rsid w:val="002A0BB1"/>
    <w:rsid w:val="002A1955"/>
    <w:rsid w:val="002A1C1B"/>
    <w:rsid w:val="002A30EB"/>
    <w:rsid w:val="002A3215"/>
    <w:rsid w:val="002A4BFE"/>
    <w:rsid w:val="002A53EC"/>
    <w:rsid w:val="002A5790"/>
    <w:rsid w:val="002A6E4C"/>
    <w:rsid w:val="002A7084"/>
    <w:rsid w:val="002B0701"/>
    <w:rsid w:val="002B1004"/>
    <w:rsid w:val="002B21D1"/>
    <w:rsid w:val="002B2DAC"/>
    <w:rsid w:val="002B513D"/>
    <w:rsid w:val="002B5ED6"/>
    <w:rsid w:val="002B6A7B"/>
    <w:rsid w:val="002B72D6"/>
    <w:rsid w:val="002C015A"/>
    <w:rsid w:val="002C01E7"/>
    <w:rsid w:val="002C0EF0"/>
    <w:rsid w:val="002C25E9"/>
    <w:rsid w:val="002C2E77"/>
    <w:rsid w:val="002C37BB"/>
    <w:rsid w:val="002C474D"/>
    <w:rsid w:val="002C4D16"/>
    <w:rsid w:val="002C59C0"/>
    <w:rsid w:val="002C5F5A"/>
    <w:rsid w:val="002D0ECB"/>
    <w:rsid w:val="002D1214"/>
    <w:rsid w:val="002D1C82"/>
    <w:rsid w:val="002D1CBB"/>
    <w:rsid w:val="002D270E"/>
    <w:rsid w:val="002D2749"/>
    <w:rsid w:val="002D2951"/>
    <w:rsid w:val="002D38AF"/>
    <w:rsid w:val="002D4632"/>
    <w:rsid w:val="002D4DE8"/>
    <w:rsid w:val="002D531C"/>
    <w:rsid w:val="002D688C"/>
    <w:rsid w:val="002E0273"/>
    <w:rsid w:val="002E0CA6"/>
    <w:rsid w:val="002E1302"/>
    <w:rsid w:val="002E13C1"/>
    <w:rsid w:val="002E144A"/>
    <w:rsid w:val="002E1C51"/>
    <w:rsid w:val="002E2FA2"/>
    <w:rsid w:val="002E63E7"/>
    <w:rsid w:val="002F0552"/>
    <w:rsid w:val="002F06E6"/>
    <w:rsid w:val="002F133E"/>
    <w:rsid w:val="002F153D"/>
    <w:rsid w:val="002F3689"/>
    <w:rsid w:val="002F4A51"/>
    <w:rsid w:val="002F5A23"/>
    <w:rsid w:val="002F6A9B"/>
    <w:rsid w:val="002F6F5D"/>
    <w:rsid w:val="002F78F1"/>
    <w:rsid w:val="002F7C05"/>
    <w:rsid w:val="003007D3"/>
    <w:rsid w:val="003009CC"/>
    <w:rsid w:val="00300CCF"/>
    <w:rsid w:val="0030123F"/>
    <w:rsid w:val="00301A48"/>
    <w:rsid w:val="00302BF0"/>
    <w:rsid w:val="00303031"/>
    <w:rsid w:val="00303473"/>
    <w:rsid w:val="0030352A"/>
    <w:rsid w:val="0030376E"/>
    <w:rsid w:val="00303A57"/>
    <w:rsid w:val="00303AA6"/>
    <w:rsid w:val="00304FBC"/>
    <w:rsid w:val="0030513E"/>
    <w:rsid w:val="00305F69"/>
    <w:rsid w:val="00306747"/>
    <w:rsid w:val="003072AE"/>
    <w:rsid w:val="00307DDB"/>
    <w:rsid w:val="003101DE"/>
    <w:rsid w:val="0031147D"/>
    <w:rsid w:val="00311C07"/>
    <w:rsid w:val="0031278A"/>
    <w:rsid w:val="00312C92"/>
    <w:rsid w:val="0031476D"/>
    <w:rsid w:val="003147EE"/>
    <w:rsid w:val="00315AE4"/>
    <w:rsid w:val="00321F31"/>
    <w:rsid w:val="0032279D"/>
    <w:rsid w:val="003239CA"/>
    <w:rsid w:val="00324D04"/>
    <w:rsid w:val="0032566F"/>
    <w:rsid w:val="00326A9E"/>
    <w:rsid w:val="0032709E"/>
    <w:rsid w:val="00327BA5"/>
    <w:rsid w:val="0033132C"/>
    <w:rsid w:val="003313A0"/>
    <w:rsid w:val="00337765"/>
    <w:rsid w:val="00337774"/>
    <w:rsid w:val="003379C4"/>
    <w:rsid w:val="003407EA"/>
    <w:rsid w:val="00340BDF"/>
    <w:rsid w:val="003413A3"/>
    <w:rsid w:val="00342100"/>
    <w:rsid w:val="003437CB"/>
    <w:rsid w:val="00344AD1"/>
    <w:rsid w:val="003463E7"/>
    <w:rsid w:val="00346AE7"/>
    <w:rsid w:val="00346ECD"/>
    <w:rsid w:val="003501ED"/>
    <w:rsid w:val="00350926"/>
    <w:rsid w:val="00350C9C"/>
    <w:rsid w:val="003517A4"/>
    <w:rsid w:val="00351EEA"/>
    <w:rsid w:val="0035209A"/>
    <w:rsid w:val="003523C9"/>
    <w:rsid w:val="003553D2"/>
    <w:rsid w:val="00355854"/>
    <w:rsid w:val="003569E5"/>
    <w:rsid w:val="00356C90"/>
    <w:rsid w:val="00356E62"/>
    <w:rsid w:val="00356E83"/>
    <w:rsid w:val="003571D4"/>
    <w:rsid w:val="00357837"/>
    <w:rsid w:val="0035792E"/>
    <w:rsid w:val="00357DB9"/>
    <w:rsid w:val="00360FE3"/>
    <w:rsid w:val="003613A9"/>
    <w:rsid w:val="00362462"/>
    <w:rsid w:val="00362789"/>
    <w:rsid w:val="00362EDC"/>
    <w:rsid w:val="00362F68"/>
    <w:rsid w:val="003661AC"/>
    <w:rsid w:val="003663CF"/>
    <w:rsid w:val="00366472"/>
    <w:rsid w:val="003664A8"/>
    <w:rsid w:val="00372E6B"/>
    <w:rsid w:val="00373F3A"/>
    <w:rsid w:val="00374315"/>
    <w:rsid w:val="003752BE"/>
    <w:rsid w:val="00375E9B"/>
    <w:rsid w:val="00376170"/>
    <w:rsid w:val="00376C4C"/>
    <w:rsid w:val="0037738F"/>
    <w:rsid w:val="00377655"/>
    <w:rsid w:val="00377FB6"/>
    <w:rsid w:val="0038008A"/>
    <w:rsid w:val="00381479"/>
    <w:rsid w:val="00382B2B"/>
    <w:rsid w:val="00383C1D"/>
    <w:rsid w:val="00383F42"/>
    <w:rsid w:val="00384CD0"/>
    <w:rsid w:val="00384F0F"/>
    <w:rsid w:val="00385007"/>
    <w:rsid w:val="0038500F"/>
    <w:rsid w:val="003851F0"/>
    <w:rsid w:val="00385454"/>
    <w:rsid w:val="003870F6"/>
    <w:rsid w:val="00387A1B"/>
    <w:rsid w:val="003919CB"/>
    <w:rsid w:val="0039247D"/>
    <w:rsid w:val="00392629"/>
    <w:rsid w:val="0039264D"/>
    <w:rsid w:val="00393598"/>
    <w:rsid w:val="00396380"/>
    <w:rsid w:val="00396FD6"/>
    <w:rsid w:val="00397252"/>
    <w:rsid w:val="003A00E5"/>
    <w:rsid w:val="003A10FC"/>
    <w:rsid w:val="003A1759"/>
    <w:rsid w:val="003A1781"/>
    <w:rsid w:val="003A2A22"/>
    <w:rsid w:val="003A41CF"/>
    <w:rsid w:val="003A5962"/>
    <w:rsid w:val="003A5C0A"/>
    <w:rsid w:val="003A5F24"/>
    <w:rsid w:val="003B2994"/>
    <w:rsid w:val="003B3225"/>
    <w:rsid w:val="003B3B11"/>
    <w:rsid w:val="003B69EF"/>
    <w:rsid w:val="003B7F43"/>
    <w:rsid w:val="003C05EF"/>
    <w:rsid w:val="003C44F7"/>
    <w:rsid w:val="003C499C"/>
    <w:rsid w:val="003C4D30"/>
    <w:rsid w:val="003C50B1"/>
    <w:rsid w:val="003C538B"/>
    <w:rsid w:val="003C5F24"/>
    <w:rsid w:val="003C67F5"/>
    <w:rsid w:val="003C6B31"/>
    <w:rsid w:val="003C6B61"/>
    <w:rsid w:val="003D0700"/>
    <w:rsid w:val="003D3BDF"/>
    <w:rsid w:val="003D4FC2"/>
    <w:rsid w:val="003D6391"/>
    <w:rsid w:val="003D6980"/>
    <w:rsid w:val="003D70D9"/>
    <w:rsid w:val="003D7DBA"/>
    <w:rsid w:val="003E11CB"/>
    <w:rsid w:val="003E150F"/>
    <w:rsid w:val="003E208D"/>
    <w:rsid w:val="003E252F"/>
    <w:rsid w:val="003E3068"/>
    <w:rsid w:val="003E3302"/>
    <w:rsid w:val="003E368D"/>
    <w:rsid w:val="003E52B1"/>
    <w:rsid w:val="003E55FF"/>
    <w:rsid w:val="003E632E"/>
    <w:rsid w:val="003E64BD"/>
    <w:rsid w:val="003E6795"/>
    <w:rsid w:val="003E7ACC"/>
    <w:rsid w:val="003F04F2"/>
    <w:rsid w:val="003F184D"/>
    <w:rsid w:val="003F19E1"/>
    <w:rsid w:val="003F2578"/>
    <w:rsid w:val="003F276A"/>
    <w:rsid w:val="003F2CE6"/>
    <w:rsid w:val="003F3B91"/>
    <w:rsid w:val="003F3E9B"/>
    <w:rsid w:val="003F4B09"/>
    <w:rsid w:val="003F4BD1"/>
    <w:rsid w:val="003F5930"/>
    <w:rsid w:val="003F6330"/>
    <w:rsid w:val="003F65E3"/>
    <w:rsid w:val="003F6D62"/>
    <w:rsid w:val="003F76EB"/>
    <w:rsid w:val="003F7DCE"/>
    <w:rsid w:val="0040068A"/>
    <w:rsid w:val="004009FC"/>
    <w:rsid w:val="00401E22"/>
    <w:rsid w:val="00403F0B"/>
    <w:rsid w:val="0040480E"/>
    <w:rsid w:val="004073B0"/>
    <w:rsid w:val="00407548"/>
    <w:rsid w:val="004079EE"/>
    <w:rsid w:val="004105E3"/>
    <w:rsid w:val="00410BDE"/>
    <w:rsid w:val="00411250"/>
    <w:rsid w:val="00413804"/>
    <w:rsid w:val="00413AFA"/>
    <w:rsid w:val="00413F26"/>
    <w:rsid w:val="004153A1"/>
    <w:rsid w:val="004153FC"/>
    <w:rsid w:val="0041589B"/>
    <w:rsid w:val="00416E01"/>
    <w:rsid w:val="0041758E"/>
    <w:rsid w:val="00417874"/>
    <w:rsid w:val="00417885"/>
    <w:rsid w:val="004178F6"/>
    <w:rsid w:val="004179B2"/>
    <w:rsid w:val="00422688"/>
    <w:rsid w:val="00422735"/>
    <w:rsid w:val="00424703"/>
    <w:rsid w:val="00424D1A"/>
    <w:rsid w:val="004254CF"/>
    <w:rsid w:val="004271B6"/>
    <w:rsid w:val="0042782B"/>
    <w:rsid w:val="00427C01"/>
    <w:rsid w:val="00430AEB"/>
    <w:rsid w:val="00431339"/>
    <w:rsid w:val="0043255B"/>
    <w:rsid w:val="004326A6"/>
    <w:rsid w:val="004329CC"/>
    <w:rsid w:val="0043355C"/>
    <w:rsid w:val="0043426C"/>
    <w:rsid w:val="00434B44"/>
    <w:rsid w:val="00435C6E"/>
    <w:rsid w:val="00436D91"/>
    <w:rsid w:val="0044084A"/>
    <w:rsid w:val="00441174"/>
    <w:rsid w:val="004426C7"/>
    <w:rsid w:val="00442B8C"/>
    <w:rsid w:val="00443F1D"/>
    <w:rsid w:val="00445ECB"/>
    <w:rsid w:val="00447EB9"/>
    <w:rsid w:val="0045218D"/>
    <w:rsid w:val="004535C4"/>
    <w:rsid w:val="00454220"/>
    <w:rsid w:val="004552CE"/>
    <w:rsid w:val="00455D24"/>
    <w:rsid w:val="00456510"/>
    <w:rsid w:val="00456867"/>
    <w:rsid w:val="004574F4"/>
    <w:rsid w:val="00457BAC"/>
    <w:rsid w:val="004610EF"/>
    <w:rsid w:val="00462933"/>
    <w:rsid w:val="0046540A"/>
    <w:rsid w:val="00466538"/>
    <w:rsid w:val="00466643"/>
    <w:rsid w:val="00466874"/>
    <w:rsid w:val="00466BC6"/>
    <w:rsid w:val="004678B1"/>
    <w:rsid w:val="004679AE"/>
    <w:rsid w:val="00471370"/>
    <w:rsid w:val="00472E66"/>
    <w:rsid w:val="00472FD6"/>
    <w:rsid w:val="00473307"/>
    <w:rsid w:val="004739E6"/>
    <w:rsid w:val="00474860"/>
    <w:rsid w:val="00474F23"/>
    <w:rsid w:val="00475001"/>
    <w:rsid w:val="00475081"/>
    <w:rsid w:val="004756CC"/>
    <w:rsid w:val="0047635E"/>
    <w:rsid w:val="00477353"/>
    <w:rsid w:val="004778AC"/>
    <w:rsid w:val="00481C0F"/>
    <w:rsid w:val="0048235F"/>
    <w:rsid w:val="00482769"/>
    <w:rsid w:val="00482887"/>
    <w:rsid w:val="00482AA0"/>
    <w:rsid w:val="004832D6"/>
    <w:rsid w:val="004836C9"/>
    <w:rsid w:val="00483C6A"/>
    <w:rsid w:val="00484997"/>
    <w:rsid w:val="00485133"/>
    <w:rsid w:val="004851EE"/>
    <w:rsid w:val="004859C6"/>
    <w:rsid w:val="00485BAD"/>
    <w:rsid w:val="00485E21"/>
    <w:rsid w:val="00486F99"/>
    <w:rsid w:val="0048730E"/>
    <w:rsid w:val="00487850"/>
    <w:rsid w:val="004925D0"/>
    <w:rsid w:val="0049280C"/>
    <w:rsid w:val="00492F63"/>
    <w:rsid w:val="004935A5"/>
    <w:rsid w:val="004945DB"/>
    <w:rsid w:val="004952FB"/>
    <w:rsid w:val="004955A1"/>
    <w:rsid w:val="00495B31"/>
    <w:rsid w:val="00496259"/>
    <w:rsid w:val="00496851"/>
    <w:rsid w:val="004969A9"/>
    <w:rsid w:val="00496C76"/>
    <w:rsid w:val="0049783F"/>
    <w:rsid w:val="00497B8E"/>
    <w:rsid w:val="00497F48"/>
    <w:rsid w:val="004A4A0B"/>
    <w:rsid w:val="004A679E"/>
    <w:rsid w:val="004A6E71"/>
    <w:rsid w:val="004A78C2"/>
    <w:rsid w:val="004A7F88"/>
    <w:rsid w:val="004B336D"/>
    <w:rsid w:val="004B3E00"/>
    <w:rsid w:val="004B3E2F"/>
    <w:rsid w:val="004B4784"/>
    <w:rsid w:val="004B47D8"/>
    <w:rsid w:val="004B48E6"/>
    <w:rsid w:val="004B5FB2"/>
    <w:rsid w:val="004B6656"/>
    <w:rsid w:val="004B68F3"/>
    <w:rsid w:val="004B69E4"/>
    <w:rsid w:val="004B738E"/>
    <w:rsid w:val="004B7D73"/>
    <w:rsid w:val="004C0F07"/>
    <w:rsid w:val="004C2576"/>
    <w:rsid w:val="004C2BC8"/>
    <w:rsid w:val="004C388E"/>
    <w:rsid w:val="004C3AC8"/>
    <w:rsid w:val="004C3F5D"/>
    <w:rsid w:val="004C4758"/>
    <w:rsid w:val="004C526C"/>
    <w:rsid w:val="004C5287"/>
    <w:rsid w:val="004C6906"/>
    <w:rsid w:val="004C7031"/>
    <w:rsid w:val="004C7327"/>
    <w:rsid w:val="004D39F7"/>
    <w:rsid w:val="004D526E"/>
    <w:rsid w:val="004D53EA"/>
    <w:rsid w:val="004D5611"/>
    <w:rsid w:val="004D62AF"/>
    <w:rsid w:val="004D6FC5"/>
    <w:rsid w:val="004D7E11"/>
    <w:rsid w:val="004D7E29"/>
    <w:rsid w:val="004E0B2A"/>
    <w:rsid w:val="004E23CB"/>
    <w:rsid w:val="004E370D"/>
    <w:rsid w:val="004E4688"/>
    <w:rsid w:val="004E4DC0"/>
    <w:rsid w:val="004E4F0C"/>
    <w:rsid w:val="004E5483"/>
    <w:rsid w:val="004E5FB6"/>
    <w:rsid w:val="004E6415"/>
    <w:rsid w:val="004E6D7E"/>
    <w:rsid w:val="004F12DE"/>
    <w:rsid w:val="004F1B1E"/>
    <w:rsid w:val="004F38E0"/>
    <w:rsid w:val="004F6264"/>
    <w:rsid w:val="004F6E61"/>
    <w:rsid w:val="005011D3"/>
    <w:rsid w:val="00502AFB"/>
    <w:rsid w:val="00502B62"/>
    <w:rsid w:val="00506D93"/>
    <w:rsid w:val="005106F2"/>
    <w:rsid w:val="005112D0"/>
    <w:rsid w:val="00511DE5"/>
    <w:rsid w:val="00512FE4"/>
    <w:rsid w:val="00513F92"/>
    <w:rsid w:val="00514F46"/>
    <w:rsid w:val="005152E0"/>
    <w:rsid w:val="005165DC"/>
    <w:rsid w:val="00516885"/>
    <w:rsid w:val="00520B58"/>
    <w:rsid w:val="00521C2B"/>
    <w:rsid w:val="00523FB9"/>
    <w:rsid w:val="005242BF"/>
    <w:rsid w:val="00525094"/>
    <w:rsid w:val="00525981"/>
    <w:rsid w:val="00526DEF"/>
    <w:rsid w:val="00526F34"/>
    <w:rsid w:val="00527574"/>
    <w:rsid w:val="0053203C"/>
    <w:rsid w:val="005329A1"/>
    <w:rsid w:val="0053312F"/>
    <w:rsid w:val="00534CC2"/>
    <w:rsid w:val="00535F1C"/>
    <w:rsid w:val="00537164"/>
    <w:rsid w:val="00537BBD"/>
    <w:rsid w:val="0054241A"/>
    <w:rsid w:val="00542F92"/>
    <w:rsid w:val="005444B5"/>
    <w:rsid w:val="00546EEE"/>
    <w:rsid w:val="00550121"/>
    <w:rsid w:val="005517F3"/>
    <w:rsid w:val="00552EB5"/>
    <w:rsid w:val="005569FB"/>
    <w:rsid w:val="00557CAE"/>
    <w:rsid w:val="00557E97"/>
    <w:rsid w:val="005616BD"/>
    <w:rsid w:val="00562E9C"/>
    <w:rsid w:val="00564203"/>
    <w:rsid w:val="0056484C"/>
    <w:rsid w:val="00565061"/>
    <w:rsid w:val="0056572B"/>
    <w:rsid w:val="00565D01"/>
    <w:rsid w:val="00565EE5"/>
    <w:rsid w:val="00566D7D"/>
    <w:rsid w:val="00566DBE"/>
    <w:rsid w:val="00567207"/>
    <w:rsid w:val="005675F3"/>
    <w:rsid w:val="005725CC"/>
    <w:rsid w:val="0057339F"/>
    <w:rsid w:val="005748CA"/>
    <w:rsid w:val="005752EC"/>
    <w:rsid w:val="00576280"/>
    <w:rsid w:val="00577A9F"/>
    <w:rsid w:val="00577B9C"/>
    <w:rsid w:val="00577E9E"/>
    <w:rsid w:val="005806EB"/>
    <w:rsid w:val="0058118D"/>
    <w:rsid w:val="00581445"/>
    <w:rsid w:val="00583509"/>
    <w:rsid w:val="00583DCE"/>
    <w:rsid w:val="005840EB"/>
    <w:rsid w:val="00585219"/>
    <w:rsid w:val="005855ED"/>
    <w:rsid w:val="00585C3C"/>
    <w:rsid w:val="005860AB"/>
    <w:rsid w:val="005862AC"/>
    <w:rsid w:val="00586A98"/>
    <w:rsid w:val="00586ACD"/>
    <w:rsid w:val="00587008"/>
    <w:rsid w:val="00587519"/>
    <w:rsid w:val="00591A67"/>
    <w:rsid w:val="00591E02"/>
    <w:rsid w:val="00592A36"/>
    <w:rsid w:val="00593EA8"/>
    <w:rsid w:val="00595162"/>
    <w:rsid w:val="00595BB9"/>
    <w:rsid w:val="00596308"/>
    <w:rsid w:val="005969CE"/>
    <w:rsid w:val="005973DA"/>
    <w:rsid w:val="005A0A05"/>
    <w:rsid w:val="005A1DF6"/>
    <w:rsid w:val="005A3950"/>
    <w:rsid w:val="005A409A"/>
    <w:rsid w:val="005A40B8"/>
    <w:rsid w:val="005A4699"/>
    <w:rsid w:val="005A6321"/>
    <w:rsid w:val="005A774B"/>
    <w:rsid w:val="005A7838"/>
    <w:rsid w:val="005A7CFE"/>
    <w:rsid w:val="005B1BBA"/>
    <w:rsid w:val="005B1FF0"/>
    <w:rsid w:val="005B45CB"/>
    <w:rsid w:val="005B50DA"/>
    <w:rsid w:val="005B62A8"/>
    <w:rsid w:val="005C0093"/>
    <w:rsid w:val="005C01D1"/>
    <w:rsid w:val="005C0577"/>
    <w:rsid w:val="005C09A4"/>
    <w:rsid w:val="005C135B"/>
    <w:rsid w:val="005C1467"/>
    <w:rsid w:val="005C1A3B"/>
    <w:rsid w:val="005C1BE7"/>
    <w:rsid w:val="005C1E98"/>
    <w:rsid w:val="005C1F81"/>
    <w:rsid w:val="005C4623"/>
    <w:rsid w:val="005C4D0B"/>
    <w:rsid w:val="005C6E34"/>
    <w:rsid w:val="005D0424"/>
    <w:rsid w:val="005D06E2"/>
    <w:rsid w:val="005D1299"/>
    <w:rsid w:val="005D13B1"/>
    <w:rsid w:val="005D16B5"/>
    <w:rsid w:val="005D1C96"/>
    <w:rsid w:val="005D3FC5"/>
    <w:rsid w:val="005D4114"/>
    <w:rsid w:val="005D419D"/>
    <w:rsid w:val="005D487D"/>
    <w:rsid w:val="005D4D55"/>
    <w:rsid w:val="005D513E"/>
    <w:rsid w:val="005D57A9"/>
    <w:rsid w:val="005E1639"/>
    <w:rsid w:val="005E3101"/>
    <w:rsid w:val="005E3B78"/>
    <w:rsid w:val="005E45C9"/>
    <w:rsid w:val="005E48D5"/>
    <w:rsid w:val="005E6DAC"/>
    <w:rsid w:val="005E71CE"/>
    <w:rsid w:val="005E7BA3"/>
    <w:rsid w:val="005F076C"/>
    <w:rsid w:val="005F1A09"/>
    <w:rsid w:val="005F3D2C"/>
    <w:rsid w:val="005F4225"/>
    <w:rsid w:val="005F4797"/>
    <w:rsid w:val="00602EF0"/>
    <w:rsid w:val="00603AFC"/>
    <w:rsid w:val="00604458"/>
    <w:rsid w:val="00604822"/>
    <w:rsid w:val="006050D9"/>
    <w:rsid w:val="006064A3"/>
    <w:rsid w:val="00606C6C"/>
    <w:rsid w:val="00610C5C"/>
    <w:rsid w:val="00611AC9"/>
    <w:rsid w:val="00611DB5"/>
    <w:rsid w:val="006122A1"/>
    <w:rsid w:val="006153A6"/>
    <w:rsid w:val="00615C94"/>
    <w:rsid w:val="0061620A"/>
    <w:rsid w:val="00616270"/>
    <w:rsid w:val="0061668D"/>
    <w:rsid w:val="0061769F"/>
    <w:rsid w:val="00623D2F"/>
    <w:rsid w:val="00623F7A"/>
    <w:rsid w:val="00624856"/>
    <w:rsid w:val="00625010"/>
    <w:rsid w:val="00625AFF"/>
    <w:rsid w:val="006272BA"/>
    <w:rsid w:val="0062797C"/>
    <w:rsid w:val="006320CE"/>
    <w:rsid w:val="00632751"/>
    <w:rsid w:val="00633BB0"/>
    <w:rsid w:val="00636445"/>
    <w:rsid w:val="006378EE"/>
    <w:rsid w:val="0064022C"/>
    <w:rsid w:val="0064067F"/>
    <w:rsid w:val="00640BB0"/>
    <w:rsid w:val="006427FA"/>
    <w:rsid w:val="00643D81"/>
    <w:rsid w:val="00644970"/>
    <w:rsid w:val="0064550C"/>
    <w:rsid w:val="00645F89"/>
    <w:rsid w:val="006463B0"/>
    <w:rsid w:val="0065114C"/>
    <w:rsid w:val="00651608"/>
    <w:rsid w:val="00652652"/>
    <w:rsid w:val="00652F6F"/>
    <w:rsid w:val="00653ACD"/>
    <w:rsid w:val="00653F47"/>
    <w:rsid w:val="00656302"/>
    <w:rsid w:val="00660BA2"/>
    <w:rsid w:val="006626AD"/>
    <w:rsid w:val="00663B21"/>
    <w:rsid w:val="00663E03"/>
    <w:rsid w:val="00667723"/>
    <w:rsid w:val="0067043F"/>
    <w:rsid w:val="00670E7E"/>
    <w:rsid w:val="006713DC"/>
    <w:rsid w:val="0067180C"/>
    <w:rsid w:val="00672200"/>
    <w:rsid w:val="0067280F"/>
    <w:rsid w:val="00672A9F"/>
    <w:rsid w:val="00673CE4"/>
    <w:rsid w:val="00673FDD"/>
    <w:rsid w:val="006743AC"/>
    <w:rsid w:val="00674D74"/>
    <w:rsid w:val="006752E5"/>
    <w:rsid w:val="0067583C"/>
    <w:rsid w:val="00680C64"/>
    <w:rsid w:val="00681ECA"/>
    <w:rsid w:val="00682307"/>
    <w:rsid w:val="006840D7"/>
    <w:rsid w:val="0068494A"/>
    <w:rsid w:val="00686438"/>
    <w:rsid w:val="00686C4C"/>
    <w:rsid w:val="00690AC9"/>
    <w:rsid w:val="0069177D"/>
    <w:rsid w:val="00692362"/>
    <w:rsid w:val="006926DE"/>
    <w:rsid w:val="0069310B"/>
    <w:rsid w:val="006934E9"/>
    <w:rsid w:val="00693570"/>
    <w:rsid w:val="00693902"/>
    <w:rsid w:val="006939FB"/>
    <w:rsid w:val="00693C06"/>
    <w:rsid w:val="0069529B"/>
    <w:rsid w:val="00695763"/>
    <w:rsid w:val="00696A59"/>
    <w:rsid w:val="00697FD1"/>
    <w:rsid w:val="006A1053"/>
    <w:rsid w:val="006A11E0"/>
    <w:rsid w:val="006A2380"/>
    <w:rsid w:val="006A2654"/>
    <w:rsid w:val="006A434C"/>
    <w:rsid w:val="006A63D0"/>
    <w:rsid w:val="006A73F5"/>
    <w:rsid w:val="006B0071"/>
    <w:rsid w:val="006B084C"/>
    <w:rsid w:val="006B18CF"/>
    <w:rsid w:val="006B386B"/>
    <w:rsid w:val="006B5367"/>
    <w:rsid w:val="006B655C"/>
    <w:rsid w:val="006B6C84"/>
    <w:rsid w:val="006B75D7"/>
    <w:rsid w:val="006B7674"/>
    <w:rsid w:val="006B7ABF"/>
    <w:rsid w:val="006C011A"/>
    <w:rsid w:val="006C0C50"/>
    <w:rsid w:val="006C1197"/>
    <w:rsid w:val="006C2A74"/>
    <w:rsid w:val="006C3553"/>
    <w:rsid w:val="006C3EA5"/>
    <w:rsid w:val="006C56AB"/>
    <w:rsid w:val="006C5D0D"/>
    <w:rsid w:val="006C68E5"/>
    <w:rsid w:val="006C6F0A"/>
    <w:rsid w:val="006D0A99"/>
    <w:rsid w:val="006D0B59"/>
    <w:rsid w:val="006D1DB9"/>
    <w:rsid w:val="006D1ED0"/>
    <w:rsid w:val="006D2535"/>
    <w:rsid w:val="006D26B7"/>
    <w:rsid w:val="006D3D88"/>
    <w:rsid w:val="006D3D9A"/>
    <w:rsid w:val="006D4683"/>
    <w:rsid w:val="006D6324"/>
    <w:rsid w:val="006D6C0C"/>
    <w:rsid w:val="006D79E8"/>
    <w:rsid w:val="006E08D8"/>
    <w:rsid w:val="006E12FA"/>
    <w:rsid w:val="006E22F1"/>
    <w:rsid w:val="006E2454"/>
    <w:rsid w:val="006E3CBB"/>
    <w:rsid w:val="006E3DFD"/>
    <w:rsid w:val="006E496B"/>
    <w:rsid w:val="006E5B80"/>
    <w:rsid w:val="006E5EE0"/>
    <w:rsid w:val="006E63DE"/>
    <w:rsid w:val="006E6562"/>
    <w:rsid w:val="006E74CE"/>
    <w:rsid w:val="006E7C98"/>
    <w:rsid w:val="006F0002"/>
    <w:rsid w:val="006F0689"/>
    <w:rsid w:val="006F0775"/>
    <w:rsid w:val="006F0AA0"/>
    <w:rsid w:val="006F0DB8"/>
    <w:rsid w:val="006F1CAE"/>
    <w:rsid w:val="006F1CCC"/>
    <w:rsid w:val="006F30CD"/>
    <w:rsid w:val="006F4466"/>
    <w:rsid w:val="006F5AE3"/>
    <w:rsid w:val="006F5FA9"/>
    <w:rsid w:val="006F7DB6"/>
    <w:rsid w:val="00700070"/>
    <w:rsid w:val="00700896"/>
    <w:rsid w:val="00701062"/>
    <w:rsid w:val="007020B9"/>
    <w:rsid w:val="00702383"/>
    <w:rsid w:val="00702565"/>
    <w:rsid w:val="007027C3"/>
    <w:rsid w:val="00702879"/>
    <w:rsid w:val="007030F7"/>
    <w:rsid w:val="00703470"/>
    <w:rsid w:val="00704976"/>
    <w:rsid w:val="007053EC"/>
    <w:rsid w:val="007056E2"/>
    <w:rsid w:val="00705E75"/>
    <w:rsid w:val="00706812"/>
    <w:rsid w:val="00707F80"/>
    <w:rsid w:val="00712150"/>
    <w:rsid w:val="00712CC9"/>
    <w:rsid w:val="00713BA1"/>
    <w:rsid w:val="0071425A"/>
    <w:rsid w:val="00714AD0"/>
    <w:rsid w:val="007161FC"/>
    <w:rsid w:val="0071628F"/>
    <w:rsid w:val="007168D5"/>
    <w:rsid w:val="00717464"/>
    <w:rsid w:val="007178BC"/>
    <w:rsid w:val="007206C9"/>
    <w:rsid w:val="00720A43"/>
    <w:rsid w:val="00720BAD"/>
    <w:rsid w:val="007212B7"/>
    <w:rsid w:val="007213B9"/>
    <w:rsid w:val="0072189E"/>
    <w:rsid w:val="007222E7"/>
    <w:rsid w:val="00722315"/>
    <w:rsid w:val="00722C50"/>
    <w:rsid w:val="007243D1"/>
    <w:rsid w:val="00725BC5"/>
    <w:rsid w:val="007260E8"/>
    <w:rsid w:val="00732AD2"/>
    <w:rsid w:val="00733583"/>
    <w:rsid w:val="00733A70"/>
    <w:rsid w:val="00734E16"/>
    <w:rsid w:val="0073638F"/>
    <w:rsid w:val="00737EB9"/>
    <w:rsid w:val="00740128"/>
    <w:rsid w:val="007402AE"/>
    <w:rsid w:val="007402AF"/>
    <w:rsid w:val="007402DE"/>
    <w:rsid w:val="00741DEE"/>
    <w:rsid w:val="00742C92"/>
    <w:rsid w:val="007443DC"/>
    <w:rsid w:val="0074504C"/>
    <w:rsid w:val="00745AE9"/>
    <w:rsid w:val="00745D5C"/>
    <w:rsid w:val="0074638A"/>
    <w:rsid w:val="00746AAC"/>
    <w:rsid w:val="00747CA0"/>
    <w:rsid w:val="00751ED6"/>
    <w:rsid w:val="0075285C"/>
    <w:rsid w:val="00753003"/>
    <w:rsid w:val="007531C2"/>
    <w:rsid w:val="007532F0"/>
    <w:rsid w:val="00753702"/>
    <w:rsid w:val="00753808"/>
    <w:rsid w:val="00754EA3"/>
    <w:rsid w:val="00755AE6"/>
    <w:rsid w:val="00755AFE"/>
    <w:rsid w:val="00755B9F"/>
    <w:rsid w:val="00756AFE"/>
    <w:rsid w:val="007600FE"/>
    <w:rsid w:val="00760E54"/>
    <w:rsid w:val="0076223C"/>
    <w:rsid w:val="007622A9"/>
    <w:rsid w:val="00762902"/>
    <w:rsid w:val="00762E59"/>
    <w:rsid w:val="00763164"/>
    <w:rsid w:val="0076323E"/>
    <w:rsid w:val="00763240"/>
    <w:rsid w:val="007638D6"/>
    <w:rsid w:val="00763FD9"/>
    <w:rsid w:val="007644F5"/>
    <w:rsid w:val="00766173"/>
    <w:rsid w:val="0076638B"/>
    <w:rsid w:val="0077077D"/>
    <w:rsid w:val="007715EB"/>
    <w:rsid w:val="00773C7B"/>
    <w:rsid w:val="00773F0F"/>
    <w:rsid w:val="007747DB"/>
    <w:rsid w:val="00774B16"/>
    <w:rsid w:val="00776C04"/>
    <w:rsid w:val="00777165"/>
    <w:rsid w:val="007773F9"/>
    <w:rsid w:val="00777550"/>
    <w:rsid w:val="00777D58"/>
    <w:rsid w:val="00780B79"/>
    <w:rsid w:val="00782FA4"/>
    <w:rsid w:val="007833FA"/>
    <w:rsid w:val="00783FE3"/>
    <w:rsid w:val="007849EB"/>
    <w:rsid w:val="007854CA"/>
    <w:rsid w:val="007861DE"/>
    <w:rsid w:val="0078689B"/>
    <w:rsid w:val="007900AE"/>
    <w:rsid w:val="0079049C"/>
    <w:rsid w:val="00792FC8"/>
    <w:rsid w:val="007943F4"/>
    <w:rsid w:val="00797692"/>
    <w:rsid w:val="007A0D1C"/>
    <w:rsid w:val="007A1012"/>
    <w:rsid w:val="007A227F"/>
    <w:rsid w:val="007A4A5D"/>
    <w:rsid w:val="007A4BF6"/>
    <w:rsid w:val="007A55C9"/>
    <w:rsid w:val="007A618C"/>
    <w:rsid w:val="007A67D7"/>
    <w:rsid w:val="007B0ED9"/>
    <w:rsid w:val="007B1497"/>
    <w:rsid w:val="007B18E1"/>
    <w:rsid w:val="007B1BE7"/>
    <w:rsid w:val="007B32A2"/>
    <w:rsid w:val="007B431D"/>
    <w:rsid w:val="007B4530"/>
    <w:rsid w:val="007B5E0B"/>
    <w:rsid w:val="007B68AB"/>
    <w:rsid w:val="007B6ED4"/>
    <w:rsid w:val="007B7F10"/>
    <w:rsid w:val="007C02F2"/>
    <w:rsid w:val="007C1405"/>
    <w:rsid w:val="007C23B9"/>
    <w:rsid w:val="007C3F76"/>
    <w:rsid w:val="007C4832"/>
    <w:rsid w:val="007C4927"/>
    <w:rsid w:val="007C4E93"/>
    <w:rsid w:val="007C5C75"/>
    <w:rsid w:val="007C6FB5"/>
    <w:rsid w:val="007D026A"/>
    <w:rsid w:val="007D08CE"/>
    <w:rsid w:val="007D13F6"/>
    <w:rsid w:val="007D3B1C"/>
    <w:rsid w:val="007D3BE6"/>
    <w:rsid w:val="007D5A5D"/>
    <w:rsid w:val="007D64DB"/>
    <w:rsid w:val="007D7947"/>
    <w:rsid w:val="007D7FA7"/>
    <w:rsid w:val="007E1A92"/>
    <w:rsid w:val="007E23D2"/>
    <w:rsid w:val="007E3184"/>
    <w:rsid w:val="007E3379"/>
    <w:rsid w:val="007E3897"/>
    <w:rsid w:val="007E3CFD"/>
    <w:rsid w:val="007E48D1"/>
    <w:rsid w:val="007E4DAC"/>
    <w:rsid w:val="007E55A9"/>
    <w:rsid w:val="007E5ED4"/>
    <w:rsid w:val="007F0C62"/>
    <w:rsid w:val="007F0F40"/>
    <w:rsid w:val="007F13A9"/>
    <w:rsid w:val="007F42AC"/>
    <w:rsid w:val="007F470A"/>
    <w:rsid w:val="007F55C7"/>
    <w:rsid w:val="007F58A4"/>
    <w:rsid w:val="007F69B7"/>
    <w:rsid w:val="007F6C04"/>
    <w:rsid w:val="007F7013"/>
    <w:rsid w:val="007F76F8"/>
    <w:rsid w:val="007F7FAE"/>
    <w:rsid w:val="00800A68"/>
    <w:rsid w:val="00800E52"/>
    <w:rsid w:val="008034AE"/>
    <w:rsid w:val="008035E5"/>
    <w:rsid w:val="00803CA9"/>
    <w:rsid w:val="00804639"/>
    <w:rsid w:val="008061DE"/>
    <w:rsid w:val="00806637"/>
    <w:rsid w:val="008068DD"/>
    <w:rsid w:val="008071AB"/>
    <w:rsid w:val="008118CA"/>
    <w:rsid w:val="00812175"/>
    <w:rsid w:val="008137B8"/>
    <w:rsid w:val="008145D5"/>
    <w:rsid w:val="008159D3"/>
    <w:rsid w:val="008160FC"/>
    <w:rsid w:val="008167D0"/>
    <w:rsid w:val="00816B0C"/>
    <w:rsid w:val="00816E62"/>
    <w:rsid w:val="00816FC5"/>
    <w:rsid w:val="008208CD"/>
    <w:rsid w:val="00820C2B"/>
    <w:rsid w:val="00824E2E"/>
    <w:rsid w:val="008252C8"/>
    <w:rsid w:val="008259BA"/>
    <w:rsid w:val="00825ADD"/>
    <w:rsid w:val="00825B6B"/>
    <w:rsid w:val="00826C9F"/>
    <w:rsid w:val="00826E78"/>
    <w:rsid w:val="00827D40"/>
    <w:rsid w:val="00830405"/>
    <w:rsid w:val="00830F2B"/>
    <w:rsid w:val="00830FD1"/>
    <w:rsid w:val="00831C81"/>
    <w:rsid w:val="00831EA4"/>
    <w:rsid w:val="008328E9"/>
    <w:rsid w:val="008332FF"/>
    <w:rsid w:val="00833687"/>
    <w:rsid w:val="008364A2"/>
    <w:rsid w:val="00836E74"/>
    <w:rsid w:val="0083768C"/>
    <w:rsid w:val="00837CD6"/>
    <w:rsid w:val="00840405"/>
    <w:rsid w:val="00840898"/>
    <w:rsid w:val="00840D8C"/>
    <w:rsid w:val="00840F33"/>
    <w:rsid w:val="0084133D"/>
    <w:rsid w:val="00842EE4"/>
    <w:rsid w:val="00843C67"/>
    <w:rsid w:val="008442C1"/>
    <w:rsid w:val="0084478C"/>
    <w:rsid w:val="00844D66"/>
    <w:rsid w:val="0084612A"/>
    <w:rsid w:val="00846510"/>
    <w:rsid w:val="00846769"/>
    <w:rsid w:val="00846FBA"/>
    <w:rsid w:val="008470DD"/>
    <w:rsid w:val="0084758C"/>
    <w:rsid w:val="00847C6A"/>
    <w:rsid w:val="00847CCE"/>
    <w:rsid w:val="00850CBE"/>
    <w:rsid w:val="00850F84"/>
    <w:rsid w:val="00851160"/>
    <w:rsid w:val="008513C7"/>
    <w:rsid w:val="0085146A"/>
    <w:rsid w:val="0085195B"/>
    <w:rsid w:val="00852472"/>
    <w:rsid w:val="00852548"/>
    <w:rsid w:val="00853BCA"/>
    <w:rsid w:val="008540D8"/>
    <w:rsid w:val="008540D9"/>
    <w:rsid w:val="0085622B"/>
    <w:rsid w:val="008568A1"/>
    <w:rsid w:val="00857C17"/>
    <w:rsid w:val="008605DE"/>
    <w:rsid w:val="00861342"/>
    <w:rsid w:val="00863115"/>
    <w:rsid w:val="008638B8"/>
    <w:rsid w:val="00863DC6"/>
    <w:rsid w:val="00864D1A"/>
    <w:rsid w:val="00865E47"/>
    <w:rsid w:val="00867E80"/>
    <w:rsid w:val="00870005"/>
    <w:rsid w:val="0087044A"/>
    <w:rsid w:val="008708CF"/>
    <w:rsid w:val="00870918"/>
    <w:rsid w:val="00870D37"/>
    <w:rsid w:val="008710F1"/>
    <w:rsid w:val="008746CA"/>
    <w:rsid w:val="008750CB"/>
    <w:rsid w:val="008758C1"/>
    <w:rsid w:val="00875988"/>
    <w:rsid w:val="0087671C"/>
    <w:rsid w:val="0088188F"/>
    <w:rsid w:val="00882798"/>
    <w:rsid w:val="00882BD7"/>
    <w:rsid w:val="0088386E"/>
    <w:rsid w:val="00883B4E"/>
    <w:rsid w:val="00883C3F"/>
    <w:rsid w:val="00883C47"/>
    <w:rsid w:val="00883C73"/>
    <w:rsid w:val="00883EA1"/>
    <w:rsid w:val="008840EF"/>
    <w:rsid w:val="008842D2"/>
    <w:rsid w:val="00887F95"/>
    <w:rsid w:val="00891FEE"/>
    <w:rsid w:val="0089430E"/>
    <w:rsid w:val="00896ECF"/>
    <w:rsid w:val="00897F0C"/>
    <w:rsid w:val="008A2C21"/>
    <w:rsid w:val="008A3109"/>
    <w:rsid w:val="008A435E"/>
    <w:rsid w:val="008A46C5"/>
    <w:rsid w:val="008A5AC7"/>
    <w:rsid w:val="008A699E"/>
    <w:rsid w:val="008B129D"/>
    <w:rsid w:val="008B1CE3"/>
    <w:rsid w:val="008B32C1"/>
    <w:rsid w:val="008B45FB"/>
    <w:rsid w:val="008B604F"/>
    <w:rsid w:val="008B68C6"/>
    <w:rsid w:val="008B6E42"/>
    <w:rsid w:val="008B7C30"/>
    <w:rsid w:val="008B7C59"/>
    <w:rsid w:val="008C1700"/>
    <w:rsid w:val="008C18E2"/>
    <w:rsid w:val="008C1974"/>
    <w:rsid w:val="008C2127"/>
    <w:rsid w:val="008C26D6"/>
    <w:rsid w:val="008C27DF"/>
    <w:rsid w:val="008C3CC2"/>
    <w:rsid w:val="008C441B"/>
    <w:rsid w:val="008C7276"/>
    <w:rsid w:val="008C7327"/>
    <w:rsid w:val="008C7F07"/>
    <w:rsid w:val="008D0129"/>
    <w:rsid w:val="008D276C"/>
    <w:rsid w:val="008D2E04"/>
    <w:rsid w:val="008D3F5C"/>
    <w:rsid w:val="008D5906"/>
    <w:rsid w:val="008D5E85"/>
    <w:rsid w:val="008D6862"/>
    <w:rsid w:val="008E08BD"/>
    <w:rsid w:val="008E16F9"/>
    <w:rsid w:val="008E17AA"/>
    <w:rsid w:val="008E1ABE"/>
    <w:rsid w:val="008E2560"/>
    <w:rsid w:val="008E317C"/>
    <w:rsid w:val="008E405C"/>
    <w:rsid w:val="008E50B0"/>
    <w:rsid w:val="008E58A2"/>
    <w:rsid w:val="008E74C8"/>
    <w:rsid w:val="008E7E94"/>
    <w:rsid w:val="008F0034"/>
    <w:rsid w:val="008F046C"/>
    <w:rsid w:val="008F3AE0"/>
    <w:rsid w:val="008F5306"/>
    <w:rsid w:val="008F546E"/>
    <w:rsid w:val="008F576A"/>
    <w:rsid w:val="008F727E"/>
    <w:rsid w:val="00900A42"/>
    <w:rsid w:val="00900D7B"/>
    <w:rsid w:val="00903233"/>
    <w:rsid w:val="00903B52"/>
    <w:rsid w:val="00906A2C"/>
    <w:rsid w:val="00910B10"/>
    <w:rsid w:val="00911D9F"/>
    <w:rsid w:val="00911F66"/>
    <w:rsid w:val="00912D11"/>
    <w:rsid w:val="00913975"/>
    <w:rsid w:val="00914329"/>
    <w:rsid w:val="009166EF"/>
    <w:rsid w:val="009169C4"/>
    <w:rsid w:val="00917628"/>
    <w:rsid w:val="00920302"/>
    <w:rsid w:val="00920D5B"/>
    <w:rsid w:val="00920E94"/>
    <w:rsid w:val="00921488"/>
    <w:rsid w:val="00922D55"/>
    <w:rsid w:val="0092349B"/>
    <w:rsid w:val="009237A7"/>
    <w:rsid w:val="009239CD"/>
    <w:rsid w:val="00924369"/>
    <w:rsid w:val="00924ED8"/>
    <w:rsid w:val="009256FB"/>
    <w:rsid w:val="0092577D"/>
    <w:rsid w:val="009259D8"/>
    <w:rsid w:val="00925DE0"/>
    <w:rsid w:val="00925DF1"/>
    <w:rsid w:val="009267C8"/>
    <w:rsid w:val="0092696D"/>
    <w:rsid w:val="009275CE"/>
    <w:rsid w:val="0093085B"/>
    <w:rsid w:val="00932641"/>
    <w:rsid w:val="00932DE3"/>
    <w:rsid w:val="0093379B"/>
    <w:rsid w:val="00934BFE"/>
    <w:rsid w:val="00937124"/>
    <w:rsid w:val="009372A4"/>
    <w:rsid w:val="009378B0"/>
    <w:rsid w:val="00937B59"/>
    <w:rsid w:val="00937F40"/>
    <w:rsid w:val="00940CD2"/>
    <w:rsid w:val="00941816"/>
    <w:rsid w:val="009420FD"/>
    <w:rsid w:val="009457D4"/>
    <w:rsid w:val="0095049F"/>
    <w:rsid w:val="00950939"/>
    <w:rsid w:val="00950C06"/>
    <w:rsid w:val="00951A62"/>
    <w:rsid w:val="00952A68"/>
    <w:rsid w:val="009544FD"/>
    <w:rsid w:val="00955A07"/>
    <w:rsid w:val="009563C6"/>
    <w:rsid w:val="00956B34"/>
    <w:rsid w:val="00960514"/>
    <w:rsid w:val="0096402A"/>
    <w:rsid w:val="0096428D"/>
    <w:rsid w:val="009652DC"/>
    <w:rsid w:val="009655CB"/>
    <w:rsid w:val="00965B5B"/>
    <w:rsid w:val="00965E66"/>
    <w:rsid w:val="00966836"/>
    <w:rsid w:val="00966A11"/>
    <w:rsid w:val="0096746F"/>
    <w:rsid w:val="00970431"/>
    <w:rsid w:val="00973375"/>
    <w:rsid w:val="0097373A"/>
    <w:rsid w:val="0097399B"/>
    <w:rsid w:val="00973F7F"/>
    <w:rsid w:val="009754CC"/>
    <w:rsid w:val="009762EF"/>
    <w:rsid w:val="0097797E"/>
    <w:rsid w:val="00980889"/>
    <w:rsid w:val="00980F8C"/>
    <w:rsid w:val="0098128E"/>
    <w:rsid w:val="0098153C"/>
    <w:rsid w:val="00982053"/>
    <w:rsid w:val="00982236"/>
    <w:rsid w:val="00982767"/>
    <w:rsid w:val="00983AE8"/>
    <w:rsid w:val="00984718"/>
    <w:rsid w:val="009852A2"/>
    <w:rsid w:val="00986F75"/>
    <w:rsid w:val="009872E0"/>
    <w:rsid w:val="00987429"/>
    <w:rsid w:val="00987BDD"/>
    <w:rsid w:val="00990D07"/>
    <w:rsid w:val="0099105B"/>
    <w:rsid w:val="009919CF"/>
    <w:rsid w:val="00991E27"/>
    <w:rsid w:val="0099560E"/>
    <w:rsid w:val="00995A81"/>
    <w:rsid w:val="009964FA"/>
    <w:rsid w:val="00996557"/>
    <w:rsid w:val="009968DC"/>
    <w:rsid w:val="009975EF"/>
    <w:rsid w:val="009A0166"/>
    <w:rsid w:val="009A0757"/>
    <w:rsid w:val="009A1147"/>
    <w:rsid w:val="009A2BAD"/>
    <w:rsid w:val="009A2DA7"/>
    <w:rsid w:val="009A3462"/>
    <w:rsid w:val="009A43BC"/>
    <w:rsid w:val="009A4868"/>
    <w:rsid w:val="009A4FAF"/>
    <w:rsid w:val="009A51CC"/>
    <w:rsid w:val="009A54D7"/>
    <w:rsid w:val="009A64EB"/>
    <w:rsid w:val="009B011A"/>
    <w:rsid w:val="009B2DAA"/>
    <w:rsid w:val="009B3104"/>
    <w:rsid w:val="009B327A"/>
    <w:rsid w:val="009B475C"/>
    <w:rsid w:val="009B501A"/>
    <w:rsid w:val="009B5DE0"/>
    <w:rsid w:val="009B6383"/>
    <w:rsid w:val="009B6A5E"/>
    <w:rsid w:val="009B7041"/>
    <w:rsid w:val="009B72C0"/>
    <w:rsid w:val="009C0037"/>
    <w:rsid w:val="009C0A9D"/>
    <w:rsid w:val="009C19BD"/>
    <w:rsid w:val="009C2736"/>
    <w:rsid w:val="009C3F34"/>
    <w:rsid w:val="009C47F7"/>
    <w:rsid w:val="009C50D8"/>
    <w:rsid w:val="009C5231"/>
    <w:rsid w:val="009C552D"/>
    <w:rsid w:val="009C6DB3"/>
    <w:rsid w:val="009D036B"/>
    <w:rsid w:val="009D0C36"/>
    <w:rsid w:val="009D23DF"/>
    <w:rsid w:val="009D2C30"/>
    <w:rsid w:val="009D3156"/>
    <w:rsid w:val="009D3325"/>
    <w:rsid w:val="009D3B8B"/>
    <w:rsid w:val="009D5A63"/>
    <w:rsid w:val="009D67FD"/>
    <w:rsid w:val="009D6FA9"/>
    <w:rsid w:val="009E005A"/>
    <w:rsid w:val="009E07AA"/>
    <w:rsid w:val="009E12B6"/>
    <w:rsid w:val="009E4BE7"/>
    <w:rsid w:val="009E6C37"/>
    <w:rsid w:val="009E6F71"/>
    <w:rsid w:val="009E71A5"/>
    <w:rsid w:val="009E7B13"/>
    <w:rsid w:val="009F0A48"/>
    <w:rsid w:val="009F0AD8"/>
    <w:rsid w:val="009F1F3B"/>
    <w:rsid w:val="009F2C20"/>
    <w:rsid w:val="009F40EA"/>
    <w:rsid w:val="009F4567"/>
    <w:rsid w:val="009F56F1"/>
    <w:rsid w:val="009F5D6D"/>
    <w:rsid w:val="009F6307"/>
    <w:rsid w:val="009F798C"/>
    <w:rsid w:val="009F7E3A"/>
    <w:rsid w:val="00A00F51"/>
    <w:rsid w:val="00A01A0F"/>
    <w:rsid w:val="00A02D36"/>
    <w:rsid w:val="00A03469"/>
    <w:rsid w:val="00A03EF6"/>
    <w:rsid w:val="00A04813"/>
    <w:rsid w:val="00A0664E"/>
    <w:rsid w:val="00A100E0"/>
    <w:rsid w:val="00A10515"/>
    <w:rsid w:val="00A10686"/>
    <w:rsid w:val="00A10AAF"/>
    <w:rsid w:val="00A12089"/>
    <w:rsid w:val="00A12774"/>
    <w:rsid w:val="00A1351F"/>
    <w:rsid w:val="00A1360B"/>
    <w:rsid w:val="00A1395F"/>
    <w:rsid w:val="00A13B54"/>
    <w:rsid w:val="00A13BBC"/>
    <w:rsid w:val="00A15922"/>
    <w:rsid w:val="00A175A6"/>
    <w:rsid w:val="00A227E2"/>
    <w:rsid w:val="00A22846"/>
    <w:rsid w:val="00A23260"/>
    <w:rsid w:val="00A235BE"/>
    <w:rsid w:val="00A246D9"/>
    <w:rsid w:val="00A24875"/>
    <w:rsid w:val="00A257C9"/>
    <w:rsid w:val="00A261B2"/>
    <w:rsid w:val="00A26593"/>
    <w:rsid w:val="00A272B2"/>
    <w:rsid w:val="00A3146C"/>
    <w:rsid w:val="00A34FD1"/>
    <w:rsid w:val="00A35317"/>
    <w:rsid w:val="00A35850"/>
    <w:rsid w:val="00A37C10"/>
    <w:rsid w:val="00A4035A"/>
    <w:rsid w:val="00A40C21"/>
    <w:rsid w:val="00A41197"/>
    <w:rsid w:val="00A41412"/>
    <w:rsid w:val="00A42B3F"/>
    <w:rsid w:val="00A42BF5"/>
    <w:rsid w:val="00A438B5"/>
    <w:rsid w:val="00A44474"/>
    <w:rsid w:val="00A4613C"/>
    <w:rsid w:val="00A46163"/>
    <w:rsid w:val="00A4631D"/>
    <w:rsid w:val="00A464F1"/>
    <w:rsid w:val="00A47278"/>
    <w:rsid w:val="00A5079E"/>
    <w:rsid w:val="00A520C6"/>
    <w:rsid w:val="00A54758"/>
    <w:rsid w:val="00A551CD"/>
    <w:rsid w:val="00A6145D"/>
    <w:rsid w:val="00A61656"/>
    <w:rsid w:val="00A62290"/>
    <w:rsid w:val="00A62C57"/>
    <w:rsid w:val="00A63F7D"/>
    <w:rsid w:val="00A656EA"/>
    <w:rsid w:val="00A65DF7"/>
    <w:rsid w:val="00A70023"/>
    <w:rsid w:val="00A70A3D"/>
    <w:rsid w:val="00A70AD3"/>
    <w:rsid w:val="00A72057"/>
    <w:rsid w:val="00A74037"/>
    <w:rsid w:val="00A80859"/>
    <w:rsid w:val="00A80F2C"/>
    <w:rsid w:val="00A81613"/>
    <w:rsid w:val="00A816D5"/>
    <w:rsid w:val="00A81BA1"/>
    <w:rsid w:val="00A81E4D"/>
    <w:rsid w:val="00A825A8"/>
    <w:rsid w:val="00A83A86"/>
    <w:rsid w:val="00A83B06"/>
    <w:rsid w:val="00A84BC9"/>
    <w:rsid w:val="00A84C3D"/>
    <w:rsid w:val="00A84D66"/>
    <w:rsid w:val="00A85642"/>
    <w:rsid w:val="00A85FE9"/>
    <w:rsid w:val="00A87393"/>
    <w:rsid w:val="00A875AC"/>
    <w:rsid w:val="00A90B65"/>
    <w:rsid w:val="00A90D37"/>
    <w:rsid w:val="00A91B07"/>
    <w:rsid w:val="00A9267A"/>
    <w:rsid w:val="00A934C6"/>
    <w:rsid w:val="00A9385A"/>
    <w:rsid w:val="00A94066"/>
    <w:rsid w:val="00A9425C"/>
    <w:rsid w:val="00A94575"/>
    <w:rsid w:val="00A945CA"/>
    <w:rsid w:val="00A95420"/>
    <w:rsid w:val="00A95F4E"/>
    <w:rsid w:val="00A961F3"/>
    <w:rsid w:val="00A9648B"/>
    <w:rsid w:val="00A974C2"/>
    <w:rsid w:val="00A97A05"/>
    <w:rsid w:val="00A97A61"/>
    <w:rsid w:val="00AA05D7"/>
    <w:rsid w:val="00AA1B52"/>
    <w:rsid w:val="00AA3F02"/>
    <w:rsid w:val="00AA6108"/>
    <w:rsid w:val="00AA6756"/>
    <w:rsid w:val="00AA6DF7"/>
    <w:rsid w:val="00AA7B65"/>
    <w:rsid w:val="00AA7CBB"/>
    <w:rsid w:val="00AB1537"/>
    <w:rsid w:val="00AB15E4"/>
    <w:rsid w:val="00AB3448"/>
    <w:rsid w:val="00AB4804"/>
    <w:rsid w:val="00AB4879"/>
    <w:rsid w:val="00AB5E26"/>
    <w:rsid w:val="00AB612F"/>
    <w:rsid w:val="00AB6CDF"/>
    <w:rsid w:val="00AB7DD3"/>
    <w:rsid w:val="00AC0B2D"/>
    <w:rsid w:val="00AC0DEC"/>
    <w:rsid w:val="00AC1CD8"/>
    <w:rsid w:val="00AC40EE"/>
    <w:rsid w:val="00AC5190"/>
    <w:rsid w:val="00AC6412"/>
    <w:rsid w:val="00AC66AD"/>
    <w:rsid w:val="00AC7054"/>
    <w:rsid w:val="00AC7456"/>
    <w:rsid w:val="00AC7A22"/>
    <w:rsid w:val="00AC7BCF"/>
    <w:rsid w:val="00AC7DF8"/>
    <w:rsid w:val="00AD112B"/>
    <w:rsid w:val="00AD26F0"/>
    <w:rsid w:val="00AD3866"/>
    <w:rsid w:val="00AD4512"/>
    <w:rsid w:val="00AD579A"/>
    <w:rsid w:val="00AD5F13"/>
    <w:rsid w:val="00AE0714"/>
    <w:rsid w:val="00AE21A4"/>
    <w:rsid w:val="00AE2D24"/>
    <w:rsid w:val="00AE3052"/>
    <w:rsid w:val="00AE3471"/>
    <w:rsid w:val="00AE469B"/>
    <w:rsid w:val="00AE5053"/>
    <w:rsid w:val="00AE5635"/>
    <w:rsid w:val="00AE607D"/>
    <w:rsid w:val="00AE677E"/>
    <w:rsid w:val="00AE689B"/>
    <w:rsid w:val="00AE767A"/>
    <w:rsid w:val="00AE78C0"/>
    <w:rsid w:val="00AF008C"/>
    <w:rsid w:val="00AF1701"/>
    <w:rsid w:val="00AF1959"/>
    <w:rsid w:val="00AF1B0E"/>
    <w:rsid w:val="00AF46FE"/>
    <w:rsid w:val="00AF4B33"/>
    <w:rsid w:val="00AF4C08"/>
    <w:rsid w:val="00AF4CF7"/>
    <w:rsid w:val="00AF63AC"/>
    <w:rsid w:val="00AF69E6"/>
    <w:rsid w:val="00AF76FA"/>
    <w:rsid w:val="00B00029"/>
    <w:rsid w:val="00B000AE"/>
    <w:rsid w:val="00B009B1"/>
    <w:rsid w:val="00B01D6A"/>
    <w:rsid w:val="00B02958"/>
    <w:rsid w:val="00B02C9F"/>
    <w:rsid w:val="00B0336B"/>
    <w:rsid w:val="00B03723"/>
    <w:rsid w:val="00B04F00"/>
    <w:rsid w:val="00B05596"/>
    <w:rsid w:val="00B0574F"/>
    <w:rsid w:val="00B05867"/>
    <w:rsid w:val="00B06724"/>
    <w:rsid w:val="00B1070B"/>
    <w:rsid w:val="00B1142E"/>
    <w:rsid w:val="00B11980"/>
    <w:rsid w:val="00B11E0A"/>
    <w:rsid w:val="00B12270"/>
    <w:rsid w:val="00B12CBE"/>
    <w:rsid w:val="00B12E6B"/>
    <w:rsid w:val="00B148C1"/>
    <w:rsid w:val="00B15FC0"/>
    <w:rsid w:val="00B16EEC"/>
    <w:rsid w:val="00B17D6D"/>
    <w:rsid w:val="00B17F20"/>
    <w:rsid w:val="00B20E22"/>
    <w:rsid w:val="00B21B27"/>
    <w:rsid w:val="00B21B85"/>
    <w:rsid w:val="00B21F05"/>
    <w:rsid w:val="00B2386B"/>
    <w:rsid w:val="00B23A59"/>
    <w:rsid w:val="00B23B60"/>
    <w:rsid w:val="00B23D71"/>
    <w:rsid w:val="00B25114"/>
    <w:rsid w:val="00B254F9"/>
    <w:rsid w:val="00B31AFA"/>
    <w:rsid w:val="00B32B26"/>
    <w:rsid w:val="00B33F32"/>
    <w:rsid w:val="00B3485C"/>
    <w:rsid w:val="00B37DA3"/>
    <w:rsid w:val="00B4027E"/>
    <w:rsid w:val="00B40CD6"/>
    <w:rsid w:val="00B40E97"/>
    <w:rsid w:val="00B41402"/>
    <w:rsid w:val="00B4233B"/>
    <w:rsid w:val="00B44E65"/>
    <w:rsid w:val="00B45E83"/>
    <w:rsid w:val="00B50162"/>
    <w:rsid w:val="00B50E2D"/>
    <w:rsid w:val="00B5225F"/>
    <w:rsid w:val="00B53436"/>
    <w:rsid w:val="00B5585D"/>
    <w:rsid w:val="00B56A1D"/>
    <w:rsid w:val="00B579F2"/>
    <w:rsid w:val="00B57A67"/>
    <w:rsid w:val="00B60A0A"/>
    <w:rsid w:val="00B61BA1"/>
    <w:rsid w:val="00B621F1"/>
    <w:rsid w:val="00B62876"/>
    <w:rsid w:val="00B632FA"/>
    <w:rsid w:val="00B63E26"/>
    <w:rsid w:val="00B64101"/>
    <w:rsid w:val="00B64256"/>
    <w:rsid w:val="00B649E4"/>
    <w:rsid w:val="00B64F0B"/>
    <w:rsid w:val="00B66B94"/>
    <w:rsid w:val="00B670A3"/>
    <w:rsid w:val="00B67219"/>
    <w:rsid w:val="00B6773E"/>
    <w:rsid w:val="00B679B3"/>
    <w:rsid w:val="00B72785"/>
    <w:rsid w:val="00B741C2"/>
    <w:rsid w:val="00B742EA"/>
    <w:rsid w:val="00B745F3"/>
    <w:rsid w:val="00B74E5F"/>
    <w:rsid w:val="00B7522F"/>
    <w:rsid w:val="00B75B3D"/>
    <w:rsid w:val="00B75D84"/>
    <w:rsid w:val="00B75E31"/>
    <w:rsid w:val="00B763B8"/>
    <w:rsid w:val="00B76F56"/>
    <w:rsid w:val="00B779EA"/>
    <w:rsid w:val="00B8078B"/>
    <w:rsid w:val="00B815B8"/>
    <w:rsid w:val="00B81745"/>
    <w:rsid w:val="00B823F1"/>
    <w:rsid w:val="00B83F16"/>
    <w:rsid w:val="00B86ABD"/>
    <w:rsid w:val="00B86E3A"/>
    <w:rsid w:val="00B901FA"/>
    <w:rsid w:val="00B9336D"/>
    <w:rsid w:val="00B93924"/>
    <w:rsid w:val="00B93B15"/>
    <w:rsid w:val="00B950CB"/>
    <w:rsid w:val="00B961F0"/>
    <w:rsid w:val="00B96449"/>
    <w:rsid w:val="00B974ED"/>
    <w:rsid w:val="00B9765D"/>
    <w:rsid w:val="00B97905"/>
    <w:rsid w:val="00B97BD7"/>
    <w:rsid w:val="00B97FCA"/>
    <w:rsid w:val="00BA0163"/>
    <w:rsid w:val="00BA17E8"/>
    <w:rsid w:val="00BA1AD2"/>
    <w:rsid w:val="00BA2030"/>
    <w:rsid w:val="00BA37B9"/>
    <w:rsid w:val="00BA422D"/>
    <w:rsid w:val="00BA51B5"/>
    <w:rsid w:val="00BA69D2"/>
    <w:rsid w:val="00BA6C0B"/>
    <w:rsid w:val="00BA73FB"/>
    <w:rsid w:val="00BB000D"/>
    <w:rsid w:val="00BB01E5"/>
    <w:rsid w:val="00BB07B7"/>
    <w:rsid w:val="00BB0DD3"/>
    <w:rsid w:val="00BB1549"/>
    <w:rsid w:val="00BB1625"/>
    <w:rsid w:val="00BB2257"/>
    <w:rsid w:val="00BB2444"/>
    <w:rsid w:val="00BB2796"/>
    <w:rsid w:val="00BB336D"/>
    <w:rsid w:val="00BB3ECC"/>
    <w:rsid w:val="00BB49EC"/>
    <w:rsid w:val="00BB4AA3"/>
    <w:rsid w:val="00BB56D1"/>
    <w:rsid w:val="00BB5A09"/>
    <w:rsid w:val="00BB5D8C"/>
    <w:rsid w:val="00BB5E43"/>
    <w:rsid w:val="00BB61BE"/>
    <w:rsid w:val="00BB6825"/>
    <w:rsid w:val="00BB73EA"/>
    <w:rsid w:val="00BC05FA"/>
    <w:rsid w:val="00BC0E41"/>
    <w:rsid w:val="00BC11A7"/>
    <w:rsid w:val="00BC259F"/>
    <w:rsid w:val="00BC3A8E"/>
    <w:rsid w:val="00BC4F4B"/>
    <w:rsid w:val="00BC5BEC"/>
    <w:rsid w:val="00BC6B74"/>
    <w:rsid w:val="00BC6F40"/>
    <w:rsid w:val="00BC712A"/>
    <w:rsid w:val="00BC7636"/>
    <w:rsid w:val="00BD1298"/>
    <w:rsid w:val="00BD1368"/>
    <w:rsid w:val="00BD17AD"/>
    <w:rsid w:val="00BD1B42"/>
    <w:rsid w:val="00BD3CEF"/>
    <w:rsid w:val="00BD4378"/>
    <w:rsid w:val="00BD4B4C"/>
    <w:rsid w:val="00BD5275"/>
    <w:rsid w:val="00BD5521"/>
    <w:rsid w:val="00BD738E"/>
    <w:rsid w:val="00BE00D8"/>
    <w:rsid w:val="00BE07E9"/>
    <w:rsid w:val="00BE1548"/>
    <w:rsid w:val="00BE240E"/>
    <w:rsid w:val="00BE4A6C"/>
    <w:rsid w:val="00BE5085"/>
    <w:rsid w:val="00BE5BED"/>
    <w:rsid w:val="00BE71AC"/>
    <w:rsid w:val="00BF0671"/>
    <w:rsid w:val="00BF0B15"/>
    <w:rsid w:val="00BF15EA"/>
    <w:rsid w:val="00BF212B"/>
    <w:rsid w:val="00BF23DB"/>
    <w:rsid w:val="00BF44F0"/>
    <w:rsid w:val="00BF4D9D"/>
    <w:rsid w:val="00BF5413"/>
    <w:rsid w:val="00C0058C"/>
    <w:rsid w:val="00C00D0C"/>
    <w:rsid w:val="00C014C5"/>
    <w:rsid w:val="00C01516"/>
    <w:rsid w:val="00C02C84"/>
    <w:rsid w:val="00C0367B"/>
    <w:rsid w:val="00C039DE"/>
    <w:rsid w:val="00C03B22"/>
    <w:rsid w:val="00C046C0"/>
    <w:rsid w:val="00C05301"/>
    <w:rsid w:val="00C06363"/>
    <w:rsid w:val="00C06CD5"/>
    <w:rsid w:val="00C10378"/>
    <w:rsid w:val="00C132B6"/>
    <w:rsid w:val="00C1359B"/>
    <w:rsid w:val="00C1384A"/>
    <w:rsid w:val="00C13D14"/>
    <w:rsid w:val="00C151A7"/>
    <w:rsid w:val="00C1524E"/>
    <w:rsid w:val="00C152B5"/>
    <w:rsid w:val="00C15DD1"/>
    <w:rsid w:val="00C1647B"/>
    <w:rsid w:val="00C1695A"/>
    <w:rsid w:val="00C176A9"/>
    <w:rsid w:val="00C17A12"/>
    <w:rsid w:val="00C17E1B"/>
    <w:rsid w:val="00C208BC"/>
    <w:rsid w:val="00C2269A"/>
    <w:rsid w:val="00C22FC8"/>
    <w:rsid w:val="00C23563"/>
    <w:rsid w:val="00C26D93"/>
    <w:rsid w:val="00C27795"/>
    <w:rsid w:val="00C277B7"/>
    <w:rsid w:val="00C27EB9"/>
    <w:rsid w:val="00C31405"/>
    <w:rsid w:val="00C31883"/>
    <w:rsid w:val="00C3214E"/>
    <w:rsid w:val="00C32432"/>
    <w:rsid w:val="00C34770"/>
    <w:rsid w:val="00C35054"/>
    <w:rsid w:val="00C35073"/>
    <w:rsid w:val="00C36826"/>
    <w:rsid w:val="00C36C21"/>
    <w:rsid w:val="00C37E1F"/>
    <w:rsid w:val="00C432C0"/>
    <w:rsid w:val="00C434AD"/>
    <w:rsid w:val="00C4505C"/>
    <w:rsid w:val="00C4541B"/>
    <w:rsid w:val="00C45EA8"/>
    <w:rsid w:val="00C46C00"/>
    <w:rsid w:val="00C47CA7"/>
    <w:rsid w:val="00C47EE8"/>
    <w:rsid w:val="00C519A8"/>
    <w:rsid w:val="00C53836"/>
    <w:rsid w:val="00C5390D"/>
    <w:rsid w:val="00C54AA5"/>
    <w:rsid w:val="00C56380"/>
    <w:rsid w:val="00C56450"/>
    <w:rsid w:val="00C56719"/>
    <w:rsid w:val="00C56A5F"/>
    <w:rsid w:val="00C572A2"/>
    <w:rsid w:val="00C5774B"/>
    <w:rsid w:val="00C57DED"/>
    <w:rsid w:val="00C62BCF"/>
    <w:rsid w:val="00C6339D"/>
    <w:rsid w:val="00C6363F"/>
    <w:rsid w:val="00C6384D"/>
    <w:rsid w:val="00C63C1B"/>
    <w:rsid w:val="00C643A1"/>
    <w:rsid w:val="00C6484B"/>
    <w:rsid w:val="00C651DC"/>
    <w:rsid w:val="00C6559C"/>
    <w:rsid w:val="00C6673E"/>
    <w:rsid w:val="00C70EE0"/>
    <w:rsid w:val="00C724C3"/>
    <w:rsid w:val="00C73349"/>
    <w:rsid w:val="00C73C14"/>
    <w:rsid w:val="00C73FA6"/>
    <w:rsid w:val="00C74080"/>
    <w:rsid w:val="00C742B3"/>
    <w:rsid w:val="00C77649"/>
    <w:rsid w:val="00C77D2A"/>
    <w:rsid w:val="00C77DD2"/>
    <w:rsid w:val="00C80DC6"/>
    <w:rsid w:val="00C820F5"/>
    <w:rsid w:val="00C82523"/>
    <w:rsid w:val="00C852C4"/>
    <w:rsid w:val="00C85E9A"/>
    <w:rsid w:val="00C87455"/>
    <w:rsid w:val="00C87499"/>
    <w:rsid w:val="00C90320"/>
    <w:rsid w:val="00C904A4"/>
    <w:rsid w:val="00C91508"/>
    <w:rsid w:val="00C92BB5"/>
    <w:rsid w:val="00C937F4"/>
    <w:rsid w:val="00C945D9"/>
    <w:rsid w:val="00C947B8"/>
    <w:rsid w:val="00C9494B"/>
    <w:rsid w:val="00C94D3B"/>
    <w:rsid w:val="00C95B76"/>
    <w:rsid w:val="00C96215"/>
    <w:rsid w:val="00C976D1"/>
    <w:rsid w:val="00CA0445"/>
    <w:rsid w:val="00CA082B"/>
    <w:rsid w:val="00CA0934"/>
    <w:rsid w:val="00CA2712"/>
    <w:rsid w:val="00CA2821"/>
    <w:rsid w:val="00CA28E9"/>
    <w:rsid w:val="00CA2DC6"/>
    <w:rsid w:val="00CA4FE1"/>
    <w:rsid w:val="00CA58BC"/>
    <w:rsid w:val="00CA599D"/>
    <w:rsid w:val="00CA725F"/>
    <w:rsid w:val="00CB341D"/>
    <w:rsid w:val="00CB3B2D"/>
    <w:rsid w:val="00CB449A"/>
    <w:rsid w:val="00CB4E11"/>
    <w:rsid w:val="00CB4FA9"/>
    <w:rsid w:val="00CB624D"/>
    <w:rsid w:val="00CB73AC"/>
    <w:rsid w:val="00CB7DC5"/>
    <w:rsid w:val="00CC0569"/>
    <w:rsid w:val="00CC08E4"/>
    <w:rsid w:val="00CC1060"/>
    <w:rsid w:val="00CC13DA"/>
    <w:rsid w:val="00CC153F"/>
    <w:rsid w:val="00CC16AA"/>
    <w:rsid w:val="00CC1879"/>
    <w:rsid w:val="00CC18E2"/>
    <w:rsid w:val="00CC352B"/>
    <w:rsid w:val="00CC3B90"/>
    <w:rsid w:val="00CC6708"/>
    <w:rsid w:val="00CC691D"/>
    <w:rsid w:val="00CD0A47"/>
    <w:rsid w:val="00CD0C3D"/>
    <w:rsid w:val="00CD15D5"/>
    <w:rsid w:val="00CD1940"/>
    <w:rsid w:val="00CD21BA"/>
    <w:rsid w:val="00CD2454"/>
    <w:rsid w:val="00CD2AA5"/>
    <w:rsid w:val="00CD3F8B"/>
    <w:rsid w:val="00CD446F"/>
    <w:rsid w:val="00CD5682"/>
    <w:rsid w:val="00CD5886"/>
    <w:rsid w:val="00CD6013"/>
    <w:rsid w:val="00CD62F7"/>
    <w:rsid w:val="00CE030D"/>
    <w:rsid w:val="00CE14E2"/>
    <w:rsid w:val="00CE5F70"/>
    <w:rsid w:val="00CE6C25"/>
    <w:rsid w:val="00CE7121"/>
    <w:rsid w:val="00CE7802"/>
    <w:rsid w:val="00CE7C62"/>
    <w:rsid w:val="00CF0D09"/>
    <w:rsid w:val="00CF1396"/>
    <w:rsid w:val="00CF197F"/>
    <w:rsid w:val="00CF1FF5"/>
    <w:rsid w:val="00CF2C19"/>
    <w:rsid w:val="00CF3546"/>
    <w:rsid w:val="00CF5503"/>
    <w:rsid w:val="00CF617B"/>
    <w:rsid w:val="00CF6740"/>
    <w:rsid w:val="00CF6B1E"/>
    <w:rsid w:val="00D00482"/>
    <w:rsid w:val="00D0065C"/>
    <w:rsid w:val="00D02D11"/>
    <w:rsid w:val="00D02DE8"/>
    <w:rsid w:val="00D0343C"/>
    <w:rsid w:val="00D05226"/>
    <w:rsid w:val="00D05A80"/>
    <w:rsid w:val="00D05ACA"/>
    <w:rsid w:val="00D05CAC"/>
    <w:rsid w:val="00D061DF"/>
    <w:rsid w:val="00D06299"/>
    <w:rsid w:val="00D072D9"/>
    <w:rsid w:val="00D10C41"/>
    <w:rsid w:val="00D1162C"/>
    <w:rsid w:val="00D1476F"/>
    <w:rsid w:val="00D15B34"/>
    <w:rsid w:val="00D16B25"/>
    <w:rsid w:val="00D177A7"/>
    <w:rsid w:val="00D20057"/>
    <w:rsid w:val="00D20CE1"/>
    <w:rsid w:val="00D22547"/>
    <w:rsid w:val="00D2275E"/>
    <w:rsid w:val="00D22FBE"/>
    <w:rsid w:val="00D22FCA"/>
    <w:rsid w:val="00D2535B"/>
    <w:rsid w:val="00D269B6"/>
    <w:rsid w:val="00D26F5B"/>
    <w:rsid w:val="00D2753F"/>
    <w:rsid w:val="00D32C95"/>
    <w:rsid w:val="00D334A1"/>
    <w:rsid w:val="00D33500"/>
    <w:rsid w:val="00D347D7"/>
    <w:rsid w:val="00D34B61"/>
    <w:rsid w:val="00D35BEA"/>
    <w:rsid w:val="00D361E4"/>
    <w:rsid w:val="00D374B4"/>
    <w:rsid w:val="00D42584"/>
    <w:rsid w:val="00D4276C"/>
    <w:rsid w:val="00D43701"/>
    <w:rsid w:val="00D44B11"/>
    <w:rsid w:val="00D45C38"/>
    <w:rsid w:val="00D46C69"/>
    <w:rsid w:val="00D46D03"/>
    <w:rsid w:val="00D47E79"/>
    <w:rsid w:val="00D50805"/>
    <w:rsid w:val="00D508EA"/>
    <w:rsid w:val="00D516C8"/>
    <w:rsid w:val="00D519CF"/>
    <w:rsid w:val="00D51EFB"/>
    <w:rsid w:val="00D51FD7"/>
    <w:rsid w:val="00D52370"/>
    <w:rsid w:val="00D5356D"/>
    <w:rsid w:val="00D5455E"/>
    <w:rsid w:val="00D54C5E"/>
    <w:rsid w:val="00D55C64"/>
    <w:rsid w:val="00D56D4C"/>
    <w:rsid w:val="00D56FD8"/>
    <w:rsid w:val="00D57DA5"/>
    <w:rsid w:val="00D60605"/>
    <w:rsid w:val="00D6067D"/>
    <w:rsid w:val="00D607F8"/>
    <w:rsid w:val="00D6246C"/>
    <w:rsid w:val="00D630B7"/>
    <w:rsid w:val="00D63DA7"/>
    <w:rsid w:val="00D64FD8"/>
    <w:rsid w:val="00D6546A"/>
    <w:rsid w:val="00D66F18"/>
    <w:rsid w:val="00D676B8"/>
    <w:rsid w:val="00D67AF9"/>
    <w:rsid w:val="00D67BE6"/>
    <w:rsid w:val="00D70163"/>
    <w:rsid w:val="00D70DED"/>
    <w:rsid w:val="00D72796"/>
    <w:rsid w:val="00D77434"/>
    <w:rsid w:val="00D800AD"/>
    <w:rsid w:val="00D81887"/>
    <w:rsid w:val="00D832F6"/>
    <w:rsid w:val="00D83388"/>
    <w:rsid w:val="00D83913"/>
    <w:rsid w:val="00D839FA"/>
    <w:rsid w:val="00D83BBE"/>
    <w:rsid w:val="00D84C45"/>
    <w:rsid w:val="00D86853"/>
    <w:rsid w:val="00D869E7"/>
    <w:rsid w:val="00D873CE"/>
    <w:rsid w:val="00D87DA3"/>
    <w:rsid w:val="00D90784"/>
    <w:rsid w:val="00D9079E"/>
    <w:rsid w:val="00D91060"/>
    <w:rsid w:val="00D914C7"/>
    <w:rsid w:val="00D91BBB"/>
    <w:rsid w:val="00D91C8B"/>
    <w:rsid w:val="00D9240E"/>
    <w:rsid w:val="00D93CA2"/>
    <w:rsid w:val="00D9432A"/>
    <w:rsid w:val="00D946AE"/>
    <w:rsid w:val="00D97124"/>
    <w:rsid w:val="00D971CA"/>
    <w:rsid w:val="00D97AFD"/>
    <w:rsid w:val="00D97F1C"/>
    <w:rsid w:val="00DA23B3"/>
    <w:rsid w:val="00DA2ACA"/>
    <w:rsid w:val="00DA314D"/>
    <w:rsid w:val="00DA3262"/>
    <w:rsid w:val="00DA40EF"/>
    <w:rsid w:val="00DA4143"/>
    <w:rsid w:val="00DA42E6"/>
    <w:rsid w:val="00DA4940"/>
    <w:rsid w:val="00DA56F8"/>
    <w:rsid w:val="00DB0104"/>
    <w:rsid w:val="00DB1687"/>
    <w:rsid w:val="00DB39F5"/>
    <w:rsid w:val="00DB3CDA"/>
    <w:rsid w:val="00DB4738"/>
    <w:rsid w:val="00DB4A8F"/>
    <w:rsid w:val="00DB5ABD"/>
    <w:rsid w:val="00DB6BED"/>
    <w:rsid w:val="00DB6F2D"/>
    <w:rsid w:val="00DB74BF"/>
    <w:rsid w:val="00DC0276"/>
    <w:rsid w:val="00DC0704"/>
    <w:rsid w:val="00DC1E9E"/>
    <w:rsid w:val="00DC2416"/>
    <w:rsid w:val="00DC2B2E"/>
    <w:rsid w:val="00DC322A"/>
    <w:rsid w:val="00DC448A"/>
    <w:rsid w:val="00DC60FD"/>
    <w:rsid w:val="00DC71F6"/>
    <w:rsid w:val="00DD0558"/>
    <w:rsid w:val="00DD2B21"/>
    <w:rsid w:val="00DD3A3F"/>
    <w:rsid w:val="00DD4C90"/>
    <w:rsid w:val="00DD5576"/>
    <w:rsid w:val="00DD5C65"/>
    <w:rsid w:val="00DD64F4"/>
    <w:rsid w:val="00DD652C"/>
    <w:rsid w:val="00DD7B50"/>
    <w:rsid w:val="00DE0B31"/>
    <w:rsid w:val="00DE13D3"/>
    <w:rsid w:val="00DE1558"/>
    <w:rsid w:val="00DE2045"/>
    <w:rsid w:val="00DE2424"/>
    <w:rsid w:val="00DE3E9D"/>
    <w:rsid w:val="00DE411D"/>
    <w:rsid w:val="00DE6C3D"/>
    <w:rsid w:val="00DE7E06"/>
    <w:rsid w:val="00DF0DD2"/>
    <w:rsid w:val="00DF51FE"/>
    <w:rsid w:val="00DF5AD9"/>
    <w:rsid w:val="00DF70FF"/>
    <w:rsid w:val="00E00299"/>
    <w:rsid w:val="00E00E74"/>
    <w:rsid w:val="00E02092"/>
    <w:rsid w:val="00E02429"/>
    <w:rsid w:val="00E02845"/>
    <w:rsid w:val="00E03469"/>
    <w:rsid w:val="00E04A8D"/>
    <w:rsid w:val="00E056A3"/>
    <w:rsid w:val="00E05E09"/>
    <w:rsid w:val="00E07100"/>
    <w:rsid w:val="00E071CD"/>
    <w:rsid w:val="00E07A50"/>
    <w:rsid w:val="00E07DE8"/>
    <w:rsid w:val="00E10C19"/>
    <w:rsid w:val="00E11A0D"/>
    <w:rsid w:val="00E11C8C"/>
    <w:rsid w:val="00E126EA"/>
    <w:rsid w:val="00E13409"/>
    <w:rsid w:val="00E154A2"/>
    <w:rsid w:val="00E16863"/>
    <w:rsid w:val="00E210C2"/>
    <w:rsid w:val="00E220D9"/>
    <w:rsid w:val="00E227AB"/>
    <w:rsid w:val="00E239EB"/>
    <w:rsid w:val="00E24565"/>
    <w:rsid w:val="00E24838"/>
    <w:rsid w:val="00E25184"/>
    <w:rsid w:val="00E25443"/>
    <w:rsid w:val="00E25664"/>
    <w:rsid w:val="00E25DD8"/>
    <w:rsid w:val="00E260A0"/>
    <w:rsid w:val="00E2617F"/>
    <w:rsid w:val="00E263EC"/>
    <w:rsid w:val="00E26A56"/>
    <w:rsid w:val="00E26C9D"/>
    <w:rsid w:val="00E26D92"/>
    <w:rsid w:val="00E27628"/>
    <w:rsid w:val="00E3009E"/>
    <w:rsid w:val="00E30C77"/>
    <w:rsid w:val="00E333D7"/>
    <w:rsid w:val="00E3348A"/>
    <w:rsid w:val="00E3370C"/>
    <w:rsid w:val="00E34449"/>
    <w:rsid w:val="00E34FC5"/>
    <w:rsid w:val="00E351CD"/>
    <w:rsid w:val="00E3734D"/>
    <w:rsid w:val="00E37D51"/>
    <w:rsid w:val="00E37D6F"/>
    <w:rsid w:val="00E40951"/>
    <w:rsid w:val="00E40A7D"/>
    <w:rsid w:val="00E4133F"/>
    <w:rsid w:val="00E42840"/>
    <w:rsid w:val="00E4395E"/>
    <w:rsid w:val="00E43AC6"/>
    <w:rsid w:val="00E43EED"/>
    <w:rsid w:val="00E44E72"/>
    <w:rsid w:val="00E4515B"/>
    <w:rsid w:val="00E451BA"/>
    <w:rsid w:val="00E457DC"/>
    <w:rsid w:val="00E45DD7"/>
    <w:rsid w:val="00E46009"/>
    <w:rsid w:val="00E46253"/>
    <w:rsid w:val="00E5344D"/>
    <w:rsid w:val="00E5425F"/>
    <w:rsid w:val="00E54B37"/>
    <w:rsid w:val="00E54F4C"/>
    <w:rsid w:val="00E54F62"/>
    <w:rsid w:val="00E55562"/>
    <w:rsid w:val="00E559FE"/>
    <w:rsid w:val="00E5637F"/>
    <w:rsid w:val="00E56D70"/>
    <w:rsid w:val="00E56FD9"/>
    <w:rsid w:val="00E57349"/>
    <w:rsid w:val="00E6008E"/>
    <w:rsid w:val="00E6026D"/>
    <w:rsid w:val="00E613C4"/>
    <w:rsid w:val="00E613FD"/>
    <w:rsid w:val="00E618FB"/>
    <w:rsid w:val="00E61A61"/>
    <w:rsid w:val="00E62416"/>
    <w:rsid w:val="00E6298E"/>
    <w:rsid w:val="00E6304B"/>
    <w:rsid w:val="00E63060"/>
    <w:rsid w:val="00E63330"/>
    <w:rsid w:val="00E64D48"/>
    <w:rsid w:val="00E6579C"/>
    <w:rsid w:val="00E666AA"/>
    <w:rsid w:val="00E66890"/>
    <w:rsid w:val="00E702AB"/>
    <w:rsid w:val="00E707C2"/>
    <w:rsid w:val="00E728F5"/>
    <w:rsid w:val="00E732AF"/>
    <w:rsid w:val="00E75D4F"/>
    <w:rsid w:val="00E805C5"/>
    <w:rsid w:val="00E81B0D"/>
    <w:rsid w:val="00E82095"/>
    <w:rsid w:val="00E82762"/>
    <w:rsid w:val="00E82B5B"/>
    <w:rsid w:val="00E8357A"/>
    <w:rsid w:val="00E83802"/>
    <w:rsid w:val="00E83A57"/>
    <w:rsid w:val="00E83D15"/>
    <w:rsid w:val="00E844D2"/>
    <w:rsid w:val="00E861EA"/>
    <w:rsid w:val="00E86DFE"/>
    <w:rsid w:val="00E87419"/>
    <w:rsid w:val="00E87713"/>
    <w:rsid w:val="00E87C88"/>
    <w:rsid w:val="00E90280"/>
    <w:rsid w:val="00E9342A"/>
    <w:rsid w:val="00E93FAC"/>
    <w:rsid w:val="00E93FB2"/>
    <w:rsid w:val="00E94BC5"/>
    <w:rsid w:val="00E9637C"/>
    <w:rsid w:val="00E973CA"/>
    <w:rsid w:val="00EA0407"/>
    <w:rsid w:val="00EA0907"/>
    <w:rsid w:val="00EA185E"/>
    <w:rsid w:val="00EA18DD"/>
    <w:rsid w:val="00EA1942"/>
    <w:rsid w:val="00EA19FE"/>
    <w:rsid w:val="00EA1A37"/>
    <w:rsid w:val="00EA3BD2"/>
    <w:rsid w:val="00EA4418"/>
    <w:rsid w:val="00EA4973"/>
    <w:rsid w:val="00EA49C8"/>
    <w:rsid w:val="00EA6B5E"/>
    <w:rsid w:val="00EA6E0A"/>
    <w:rsid w:val="00EB0034"/>
    <w:rsid w:val="00EB0969"/>
    <w:rsid w:val="00EB0B85"/>
    <w:rsid w:val="00EB139E"/>
    <w:rsid w:val="00EB27C6"/>
    <w:rsid w:val="00EB43D9"/>
    <w:rsid w:val="00EB6399"/>
    <w:rsid w:val="00EB64A0"/>
    <w:rsid w:val="00EB6789"/>
    <w:rsid w:val="00EB7045"/>
    <w:rsid w:val="00EB7BBD"/>
    <w:rsid w:val="00EC1276"/>
    <w:rsid w:val="00EC3972"/>
    <w:rsid w:val="00EC4567"/>
    <w:rsid w:val="00EC4CF7"/>
    <w:rsid w:val="00EC5210"/>
    <w:rsid w:val="00EC5949"/>
    <w:rsid w:val="00EC6336"/>
    <w:rsid w:val="00EC635E"/>
    <w:rsid w:val="00EC642E"/>
    <w:rsid w:val="00EC68C7"/>
    <w:rsid w:val="00ED0AF6"/>
    <w:rsid w:val="00ED1013"/>
    <w:rsid w:val="00ED29C1"/>
    <w:rsid w:val="00ED3BD7"/>
    <w:rsid w:val="00ED67BD"/>
    <w:rsid w:val="00ED6F4D"/>
    <w:rsid w:val="00ED6F5E"/>
    <w:rsid w:val="00ED7310"/>
    <w:rsid w:val="00ED781E"/>
    <w:rsid w:val="00EE1CC8"/>
    <w:rsid w:val="00EE3719"/>
    <w:rsid w:val="00EE5D8B"/>
    <w:rsid w:val="00EE66D0"/>
    <w:rsid w:val="00EE6AB7"/>
    <w:rsid w:val="00EF1E00"/>
    <w:rsid w:val="00EF29E3"/>
    <w:rsid w:val="00EF3C48"/>
    <w:rsid w:val="00EF5151"/>
    <w:rsid w:val="00EF5912"/>
    <w:rsid w:val="00EF623D"/>
    <w:rsid w:val="00EF6522"/>
    <w:rsid w:val="00EF688B"/>
    <w:rsid w:val="00F0198F"/>
    <w:rsid w:val="00F01C5E"/>
    <w:rsid w:val="00F020AA"/>
    <w:rsid w:val="00F02EBF"/>
    <w:rsid w:val="00F0303D"/>
    <w:rsid w:val="00F031A3"/>
    <w:rsid w:val="00F034B9"/>
    <w:rsid w:val="00F04A26"/>
    <w:rsid w:val="00F04C0F"/>
    <w:rsid w:val="00F04CBB"/>
    <w:rsid w:val="00F050F2"/>
    <w:rsid w:val="00F053E2"/>
    <w:rsid w:val="00F060B2"/>
    <w:rsid w:val="00F061C3"/>
    <w:rsid w:val="00F061F6"/>
    <w:rsid w:val="00F065C6"/>
    <w:rsid w:val="00F1099C"/>
    <w:rsid w:val="00F10F62"/>
    <w:rsid w:val="00F120D3"/>
    <w:rsid w:val="00F139F7"/>
    <w:rsid w:val="00F13F01"/>
    <w:rsid w:val="00F140C4"/>
    <w:rsid w:val="00F15116"/>
    <w:rsid w:val="00F15D08"/>
    <w:rsid w:val="00F16910"/>
    <w:rsid w:val="00F20401"/>
    <w:rsid w:val="00F2305D"/>
    <w:rsid w:val="00F23B7F"/>
    <w:rsid w:val="00F2422F"/>
    <w:rsid w:val="00F24D06"/>
    <w:rsid w:val="00F24DA2"/>
    <w:rsid w:val="00F257CB"/>
    <w:rsid w:val="00F25C35"/>
    <w:rsid w:val="00F25CF3"/>
    <w:rsid w:val="00F267D9"/>
    <w:rsid w:val="00F272DF"/>
    <w:rsid w:val="00F27445"/>
    <w:rsid w:val="00F3061B"/>
    <w:rsid w:val="00F31234"/>
    <w:rsid w:val="00F3364F"/>
    <w:rsid w:val="00F35BCD"/>
    <w:rsid w:val="00F36159"/>
    <w:rsid w:val="00F36330"/>
    <w:rsid w:val="00F367C9"/>
    <w:rsid w:val="00F417E1"/>
    <w:rsid w:val="00F42A4C"/>
    <w:rsid w:val="00F43948"/>
    <w:rsid w:val="00F44DF0"/>
    <w:rsid w:val="00F45378"/>
    <w:rsid w:val="00F465A0"/>
    <w:rsid w:val="00F47046"/>
    <w:rsid w:val="00F4752E"/>
    <w:rsid w:val="00F5012A"/>
    <w:rsid w:val="00F51249"/>
    <w:rsid w:val="00F51278"/>
    <w:rsid w:val="00F513CF"/>
    <w:rsid w:val="00F5370D"/>
    <w:rsid w:val="00F537B8"/>
    <w:rsid w:val="00F53867"/>
    <w:rsid w:val="00F54445"/>
    <w:rsid w:val="00F54FB1"/>
    <w:rsid w:val="00F551E6"/>
    <w:rsid w:val="00F56CB5"/>
    <w:rsid w:val="00F575D2"/>
    <w:rsid w:val="00F61A00"/>
    <w:rsid w:val="00F62204"/>
    <w:rsid w:val="00F637FD"/>
    <w:rsid w:val="00F642FE"/>
    <w:rsid w:val="00F64E43"/>
    <w:rsid w:val="00F65FD8"/>
    <w:rsid w:val="00F67192"/>
    <w:rsid w:val="00F67278"/>
    <w:rsid w:val="00F70ABC"/>
    <w:rsid w:val="00F70BAD"/>
    <w:rsid w:val="00F70F5D"/>
    <w:rsid w:val="00F71637"/>
    <w:rsid w:val="00F71BF7"/>
    <w:rsid w:val="00F7464D"/>
    <w:rsid w:val="00F74899"/>
    <w:rsid w:val="00F74BDF"/>
    <w:rsid w:val="00F76944"/>
    <w:rsid w:val="00F769A2"/>
    <w:rsid w:val="00F77727"/>
    <w:rsid w:val="00F80E42"/>
    <w:rsid w:val="00F81200"/>
    <w:rsid w:val="00F823DE"/>
    <w:rsid w:val="00F82476"/>
    <w:rsid w:val="00F83FE8"/>
    <w:rsid w:val="00F84BA9"/>
    <w:rsid w:val="00F8524B"/>
    <w:rsid w:val="00F863F9"/>
    <w:rsid w:val="00F86BFD"/>
    <w:rsid w:val="00F87CFD"/>
    <w:rsid w:val="00F91FC9"/>
    <w:rsid w:val="00F92C2D"/>
    <w:rsid w:val="00F93DCE"/>
    <w:rsid w:val="00F93FD6"/>
    <w:rsid w:val="00F95565"/>
    <w:rsid w:val="00F96AC0"/>
    <w:rsid w:val="00F97C79"/>
    <w:rsid w:val="00FA05A9"/>
    <w:rsid w:val="00FA0A18"/>
    <w:rsid w:val="00FA10F8"/>
    <w:rsid w:val="00FA234F"/>
    <w:rsid w:val="00FA2C82"/>
    <w:rsid w:val="00FA2EF1"/>
    <w:rsid w:val="00FA3EA7"/>
    <w:rsid w:val="00FA4962"/>
    <w:rsid w:val="00FA530B"/>
    <w:rsid w:val="00FA5542"/>
    <w:rsid w:val="00FA5BD5"/>
    <w:rsid w:val="00FA661E"/>
    <w:rsid w:val="00FA75CE"/>
    <w:rsid w:val="00FA770B"/>
    <w:rsid w:val="00FA7CDC"/>
    <w:rsid w:val="00FB127A"/>
    <w:rsid w:val="00FB3664"/>
    <w:rsid w:val="00FB3C00"/>
    <w:rsid w:val="00FB4770"/>
    <w:rsid w:val="00FB508A"/>
    <w:rsid w:val="00FB5B28"/>
    <w:rsid w:val="00FB5BD2"/>
    <w:rsid w:val="00FB6465"/>
    <w:rsid w:val="00FB6641"/>
    <w:rsid w:val="00FB69DC"/>
    <w:rsid w:val="00FB7204"/>
    <w:rsid w:val="00FB7429"/>
    <w:rsid w:val="00FB761D"/>
    <w:rsid w:val="00FB79FD"/>
    <w:rsid w:val="00FB7C69"/>
    <w:rsid w:val="00FC07DB"/>
    <w:rsid w:val="00FC2428"/>
    <w:rsid w:val="00FC280C"/>
    <w:rsid w:val="00FC2FD3"/>
    <w:rsid w:val="00FC38CC"/>
    <w:rsid w:val="00FC60BD"/>
    <w:rsid w:val="00FD384E"/>
    <w:rsid w:val="00FD3B3D"/>
    <w:rsid w:val="00FD3D0E"/>
    <w:rsid w:val="00FD4526"/>
    <w:rsid w:val="00FD48A1"/>
    <w:rsid w:val="00FD5420"/>
    <w:rsid w:val="00FD6188"/>
    <w:rsid w:val="00FD6C43"/>
    <w:rsid w:val="00FE16ED"/>
    <w:rsid w:val="00FE1ADC"/>
    <w:rsid w:val="00FE3442"/>
    <w:rsid w:val="00FE50B4"/>
    <w:rsid w:val="00FE5ADD"/>
    <w:rsid w:val="00FE768B"/>
    <w:rsid w:val="00FE77A4"/>
    <w:rsid w:val="00FF14CD"/>
    <w:rsid w:val="00FF24BC"/>
    <w:rsid w:val="00FF2700"/>
    <w:rsid w:val="00FF2A67"/>
    <w:rsid w:val="00FF34EA"/>
    <w:rsid w:val="00FF353A"/>
    <w:rsid w:val="00FF4270"/>
    <w:rsid w:val="00FF447E"/>
    <w:rsid w:val="00FF4849"/>
    <w:rsid w:val="00FF57B4"/>
    <w:rsid w:val="00FF6723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A330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713BA1"/>
    <w:pPr>
      <w:keepNext/>
      <w:spacing w:after="0" w:line="240" w:lineRule="auto"/>
      <w:jc w:val="center"/>
      <w:outlineLvl w:val="1"/>
    </w:pPr>
    <w:rPr>
      <w:rFonts w:ascii="ZapfCalligr BT" w:eastAsia="Times New Roman" w:hAnsi="ZapfCalligr BT" w:cs="Times New Roman"/>
      <w:b/>
      <w:bCs/>
      <w:spacing w:val="16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E163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713BA1"/>
    <w:rPr>
      <w:rFonts w:ascii="ZapfCalligr BT" w:eastAsia="Times New Roman" w:hAnsi="ZapfCalligr BT" w:cs="Times New Roman"/>
      <w:b/>
      <w:bCs/>
      <w:spacing w:val="16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D4A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4A0D"/>
  </w:style>
  <w:style w:type="paragraph" w:styleId="Piedepgina">
    <w:name w:val="footer"/>
    <w:basedOn w:val="Normal"/>
    <w:link w:val="PiedepginaCar"/>
    <w:uiPriority w:val="99"/>
    <w:unhideWhenUsed/>
    <w:rsid w:val="000D4A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4A0D"/>
  </w:style>
  <w:style w:type="table" w:styleId="Tablaconcuadrcula">
    <w:name w:val="Table Grid"/>
    <w:basedOn w:val="Tablanormal"/>
    <w:uiPriority w:val="59"/>
    <w:rsid w:val="000D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272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Juan-PUCV</dc:creator>
  <cp:lastModifiedBy>Begoña Carrasco Aravena</cp:lastModifiedBy>
  <cp:revision>6</cp:revision>
  <dcterms:created xsi:type="dcterms:W3CDTF">2020-03-19T15:07:00Z</dcterms:created>
  <dcterms:modified xsi:type="dcterms:W3CDTF">2025-03-27T15:44:00Z</dcterms:modified>
</cp:coreProperties>
</file>